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A25EFB" w:rsidR="00C55BA6" w:rsidP="00A25EFB" w:rsidRDefault="00A25EFB" w14:paraId="30E8E222" wp14:textId="77777777">
      <w:pPr>
        <w:spacing w:line="240" w:lineRule="auto"/>
        <w:ind w:left="4248" w:firstLine="708"/>
        <w:rPr>
          <w:rFonts w:ascii="Corbel" w:hAnsi="Corbel"/>
          <w:bCs/>
          <w:i/>
          <w:sz w:val="20"/>
          <w:szCs w:val="20"/>
        </w:rPr>
      </w:pPr>
      <w:r w:rsidRPr="00A25EFB">
        <w:rPr>
          <w:rFonts w:ascii="Corbel" w:hAnsi="Corbel"/>
          <w:bCs/>
          <w:i/>
          <w:sz w:val="20"/>
          <w:szCs w:val="20"/>
        </w:rPr>
        <w:t>Załącznik nr 1.5 do Zarządzenia Rektora UR nr 12/2019</w:t>
      </w:r>
    </w:p>
    <w:p xmlns:wp14="http://schemas.microsoft.com/office/word/2010/wordml" w:rsidR="00C55BA6" w:rsidP="00B819C8" w:rsidRDefault="00C55BA6" w14:paraId="672A6659" wp14:textId="77777777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xmlns:wp14="http://schemas.microsoft.com/office/word/2010/wordml" w:rsidRPr="00C55BA6" w:rsidR="0085747A" w:rsidP="00B819C8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5BA6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="0085747A" w:rsidP="29EBA41C" w:rsidRDefault="0085747A" w14:paraId="6AE78787" wp14:textId="4D0A1CF8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29EBA41C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 </w:t>
      </w:r>
      <w:r w:rsidRPr="29EBA41C" w:rsidR="009B62C3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29EBA41C" w:rsidR="3E9F7751">
        <w:rPr>
          <w:rFonts w:ascii="Corbel" w:hAnsi="Corbel"/>
          <w:i w:val="1"/>
          <w:iCs w:val="1"/>
          <w:smallCaps w:val="1"/>
          <w:sz w:val="24"/>
          <w:szCs w:val="24"/>
        </w:rPr>
        <w:t xml:space="preserve">20 </w:t>
      </w:r>
      <w:r w:rsidRPr="29EBA41C" w:rsidR="009B62C3">
        <w:rPr>
          <w:rFonts w:ascii="Corbel" w:hAnsi="Corbel"/>
          <w:i w:val="1"/>
          <w:iCs w:val="1"/>
          <w:smallCaps w:val="1"/>
          <w:sz w:val="24"/>
          <w:szCs w:val="24"/>
        </w:rPr>
        <w:t>–202</w:t>
      </w:r>
      <w:r w:rsidRPr="29EBA41C" w:rsidR="5D9082C5">
        <w:rPr>
          <w:rFonts w:ascii="Corbel" w:hAnsi="Corbel"/>
          <w:i w:val="1"/>
          <w:iCs w:val="1"/>
          <w:smallCaps w:val="1"/>
          <w:sz w:val="24"/>
          <w:szCs w:val="24"/>
        </w:rPr>
        <w:t>3</w:t>
      </w:r>
    </w:p>
    <w:p xmlns:wp14="http://schemas.microsoft.com/office/word/2010/wordml" w:rsidR="00C4281D" w:rsidP="00C4281D" w:rsidRDefault="00E14B1B" w14:paraId="635E9350" wp14:textId="68E75905">
      <w:pPr>
        <w:ind w:left="2832" w:firstLine="708"/>
      </w:pPr>
      <w:r w:rsidR="00E14B1B">
        <w:rPr/>
        <w:t>Rok akademicki 202</w:t>
      </w:r>
      <w:r w:rsidR="17858C24">
        <w:rPr/>
        <w:t>1</w:t>
      </w:r>
      <w:r w:rsidR="00E14B1B">
        <w:rPr/>
        <w:t>/202</w:t>
      </w:r>
      <w:r w:rsidR="31FAB453">
        <w:rPr/>
        <w:t>2</w:t>
      </w:r>
    </w:p>
    <w:p xmlns:wp14="http://schemas.microsoft.com/office/word/2010/wordml" w:rsidRPr="00C55BA6" w:rsidR="0085747A" w:rsidP="00B819C8" w:rsidRDefault="0085747A" w14:paraId="0DFAE634" wp14:textId="77777777">
      <w:pPr>
        <w:spacing w:after="0" w:line="240" w:lineRule="exact"/>
        <w:rPr>
          <w:rFonts w:ascii="Corbel" w:hAnsi="Corbel"/>
          <w:sz w:val="24"/>
          <w:szCs w:val="24"/>
        </w:rPr>
      </w:pP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C55BA6" w:rsidR="0085747A" w:rsidP="00335004" w:rsidRDefault="0085747A" w14:paraId="63422CF6" wp14:textId="77777777">
      <w:pPr>
        <w:pStyle w:val="Punktygwne"/>
        <w:numPr>
          <w:ilvl w:val="0"/>
          <w:numId w:val="47"/>
        </w:numPr>
        <w:spacing w:before="0" w:after="0"/>
        <w:rPr>
          <w:rFonts w:ascii="Corbel" w:hAnsi="Corbel"/>
          <w:color w:val="0070C0"/>
          <w:szCs w:val="24"/>
        </w:rPr>
      </w:pPr>
      <w:r w:rsidRPr="00C55BA6">
        <w:rPr>
          <w:rFonts w:ascii="Corbel" w:hAnsi="Corbel"/>
          <w:szCs w:val="24"/>
        </w:rPr>
        <w:t xml:space="preserve">Podstawowe </w:t>
      </w:r>
      <w:r w:rsidR="00C4281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C55BA6" w:rsidR="0085747A" w:rsidTr="5AAE84BE" w14:paraId="5EF6AAB9" wp14:textId="77777777">
        <w:tc>
          <w:tcPr>
            <w:tcW w:w="2694" w:type="dxa"/>
            <w:tcMar/>
            <w:vAlign w:val="center"/>
          </w:tcPr>
          <w:p w:rsidRPr="00C55BA6" w:rsidR="0085747A" w:rsidP="00B819C8" w:rsidRDefault="00C4281D" w14:paraId="59701564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10148A" w:rsidR="0085747A" w:rsidP="00B819C8" w:rsidRDefault="00503A28" w14:paraId="54168674" wp14:textId="77777777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color w:val="auto"/>
                <w:sz w:val="24"/>
                <w:szCs w:val="24"/>
              </w:rPr>
              <w:t>Warsztaty z zakresu rozwoju personalnego</w:t>
            </w:r>
          </w:p>
        </w:tc>
      </w:tr>
      <w:tr xmlns:wp14="http://schemas.microsoft.com/office/word/2010/wordml" w:rsidRPr="00C55BA6" w:rsidR="0085747A" w:rsidTr="5AAE84BE" w14:paraId="1243CBA9" wp14:textId="77777777">
        <w:tc>
          <w:tcPr>
            <w:tcW w:w="2694" w:type="dxa"/>
            <w:tcMar/>
            <w:vAlign w:val="center"/>
          </w:tcPr>
          <w:p w:rsidRPr="00C55BA6" w:rsidR="0085747A" w:rsidP="00B819C8" w:rsidRDefault="0085747A" w14:paraId="1477BD15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Kod p</w:t>
            </w:r>
            <w:r w:rsidR="00C4281D">
              <w:rPr>
                <w:rFonts w:ascii="Corbel" w:hAnsi="Corbel"/>
                <w:sz w:val="24"/>
                <w:szCs w:val="24"/>
                <w:lang w:val="pl-PL"/>
              </w:rPr>
              <w:t>rzedmiotu</w:t>
            </w:r>
          </w:p>
        </w:tc>
        <w:tc>
          <w:tcPr>
            <w:tcW w:w="7087" w:type="dxa"/>
            <w:tcMar/>
            <w:vAlign w:val="center"/>
          </w:tcPr>
          <w:p w:rsidRPr="0010148A" w:rsidR="0085747A" w:rsidP="00B819C8" w:rsidRDefault="00503A28" w14:paraId="1FC8AA79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BW 50</w:t>
            </w:r>
          </w:p>
        </w:tc>
      </w:tr>
      <w:tr xmlns:wp14="http://schemas.microsoft.com/office/word/2010/wordml" w:rsidRPr="00C55BA6" w:rsidR="0085747A" w:rsidTr="5AAE84BE" w14:paraId="4E2F8C33" wp14:textId="77777777">
        <w:tc>
          <w:tcPr>
            <w:tcW w:w="2694" w:type="dxa"/>
            <w:tcMar/>
            <w:vAlign w:val="center"/>
          </w:tcPr>
          <w:p w:rsidRPr="00C55BA6" w:rsidR="0085747A" w:rsidP="00B819C8" w:rsidRDefault="00C4281D" w14:paraId="19552E28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Pr="00C55BA6" w:rsidR="0085747A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10148A" w:rsidR="0085747A" w:rsidP="00A81648" w:rsidRDefault="006C66B4" w14:paraId="7E3E3000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C55BA6" w:rsidR="0085747A" w:rsidTr="5AAE84BE" w14:paraId="0AEA36E1" wp14:textId="77777777">
        <w:tc>
          <w:tcPr>
            <w:tcW w:w="2694" w:type="dxa"/>
            <w:tcMar/>
            <w:vAlign w:val="center"/>
          </w:tcPr>
          <w:p w:rsidRPr="00C55BA6" w:rsidR="0085747A" w:rsidP="00B819C8" w:rsidRDefault="0085747A" w14:paraId="0A39E105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10148A" w:rsidR="0085747A" w:rsidP="00B819C8" w:rsidRDefault="0010148A" w14:paraId="74F259B7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C55BA6" w:rsidR="0085747A" w:rsidTr="5AAE84BE" w14:paraId="2E34D1D7" wp14:textId="77777777">
        <w:trPr>
          <w:trHeight w:val="540"/>
        </w:trPr>
        <w:tc>
          <w:tcPr>
            <w:tcW w:w="2694" w:type="dxa"/>
            <w:tcMar/>
            <w:vAlign w:val="center"/>
          </w:tcPr>
          <w:p w:rsidRPr="00C55BA6" w:rsidR="0085747A" w:rsidP="00B819C8" w:rsidRDefault="0085747A" w14:paraId="4B835047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10148A" w:rsidR="0085747A" w:rsidP="00B819C8" w:rsidRDefault="008267CE" w14:paraId="77EEADC9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C55BA6" w:rsidR="0085747A" w:rsidTr="5AAE84BE" w14:paraId="5CEFEA9C" wp14:textId="77777777">
        <w:tc>
          <w:tcPr>
            <w:tcW w:w="2694" w:type="dxa"/>
            <w:tcMar/>
            <w:vAlign w:val="center"/>
          </w:tcPr>
          <w:p w:rsidRPr="00C55BA6" w:rsidR="0085747A" w:rsidP="00B819C8" w:rsidRDefault="0085747A" w14:paraId="4C8DEF9C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tcMar/>
            <w:vAlign w:val="center"/>
          </w:tcPr>
          <w:p w:rsidRPr="0010148A" w:rsidR="0085747A" w:rsidP="00B819C8" w:rsidRDefault="007D269A" w14:paraId="1C90E256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xmlns:wp14="http://schemas.microsoft.com/office/word/2010/wordml" w:rsidRPr="00C55BA6" w:rsidR="0085747A" w:rsidTr="5AAE84BE" w14:paraId="3B32AF2E" wp14:textId="77777777">
        <w:tc>
          <w:tcPr>
            <w:tcW w:w="2694" w:type="dxa"/>
            <w:tcMar/>
            <w:vAlign w:val="center"/>
          </w:tcPr>
          <w:p w:rsidRPr="00C55BA6" w:rsidR="0085747A" w:rsidP="00B819C8" w:rsidRDefault="0085747A" w14:paraId="04C0481C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10148A" w:rsidR="0085747A" w:rsidP="00B819C8" w:rsidRDefault="008267CE" w14:paraId="439CFC34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C55BA6" w:rsidR="0085747A" w:rsidTr="5AAE84BE" w14:paraId="5B469018" wp14:textId="77777777">
        <w:tc>
          <w:tcPr>
            <w:tcW w:w="2694" w:type="dxa"/>
            <w:tcMar/>
            <w:vAlign w:val="center"/>
          </w:tcPr>
          <w:p w:rsidRPr="00C55BA6" w:rsidR="0085747A" w:rsidP="00B819C8" w:rsidRDefault="0085747A" w14:paraId="7C3992E0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10148A" w:rsidR="0085747A" w:rsidP="00B819C8" w:rsidRDefault="007D269A" w14:paraId="74440E62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C55BA6" w:rsidR="0085747A" w:rsidTr="5AAE84BE" w14:paraId="4C0FC85C" wp14:textId="77777777">
        <w:tc>
          <w:tcPr>
            <w:tcW w:w="2694" w:type="dxa"/>
            <w:tcMar/>
            <w:vAlign w:val="center"/>
          </w:tcPr>
          <w:p w:rsidRPr="00C55BA6" w:rsidR="0085747A" w:rsidP="00B819C8" w:rsidRDefault="0085747A" w14:paraId="393EE506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tcMar/>
            <w:vAlign w:val="center"/>
          </w:tcPr>
          <w:p w:rsidRPr="0010148A" w:rsidR="0085747A" w:rsidP="00B819C8" w:rsidRDefault="00503A28" w14:paraId="36704B3A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II, semestr </w:t>
            </w:r>
            <w:r w:rsidRPr="0010148A" w:rsidR="007D269A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</w:p>
        </w:tc>
      </w:tr>
      <w:tr xmlns:wp14="http://schemas.microsoft.com/office/word/2010/wordml" w:rsidRPr="00C55BA6" w:rsidR="0085747A" w:rsidTr="5AAE84BE" w14:paraId="6C505C59" wp14:textId="77777777">
        <w:tc>
          <w:tcPr>
            <w:tcW w:w="2694" w:type="dxa"/>
            <w:tcMar/>
            <w:vAlign w:val="center"/>
          </w:tcPr>
          <w:p w:rsidRPr="00C55BA6" w:rsidR="0085747A" w:rsidP="00B819C8" w:rsidRDefault="0085747A" w14:paraId="5863A118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10148A" w:rsidR="0085747A" w:rsidP="00B819C8" w:rsidRDefault="007D269A" w14:paraId="2EEBBFA0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xmlns:wp14="http://schemas.microsoft.com/office/word/2010/wordml" w:rsidRPr="00C55BA6" w:rsidR="00335004" w:rsidTr="5AAE84BE" w14:paraId="6873E221" wp14:textId="77777777">
        <w:tc>
          <w:tcPr>
            <w:tcW w:w="2694" w:type="dxa"/>
            <w:tcMar/>
            <w:vAlign w:val="center"/>
          </w:tcPr>
          <w:p w:rsidRPr="00C55BA6" w:rsidR="00335004" w:rsidP="00B819C8" w:rsidRDefault="00335004" w14:paraId="14556E2B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 xml:space="preserve">Język wykładowy </w:t>
            </w:r>
          </w:p>
        </w:tc>
        <w:tc>
          <w:tcPr>
            <w:tcW w:w="7087" w:type="dxa"/>
            <w:tcMar/>
            <w:vAlign w:val="center"/>
          </w:tcPr>
          <w:p w:rsidRPr="0010148A" w:rsidR="00335004" w:rsidP="00B819C8" w:rsidRDefault="00335004" w14:paraId="205A1F16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C55BA6" w:rsidR="0085747A" w:rsidTr="5AAE84BE" w14:paraId="4602958D" wp14:textId="77777777">
        <w:tc>
          <w:tcPr>
            <w:tcW w:w="2694" w:type="dxa"/>
            <w:tcMar/>
            <w:vAlign w:val="center"/>
          </w:tcPr>
          <w:p w:rsidRPr="00C55BA6" w:rsidR="0085747A" w:rsidP="00B819C8" w:rsidRDefault="0085747A" w14:paraId="69C2AF6E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10148A" w:rsidR="0085747A" w:rsidP="00B819C8" w:rsidRDefault="00335004" w14:paraId="03D87A19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10148A" w:rsidR="007D269A">
              <w:rPr>
                <w:rFonts w:ascii="Corbel" w:hAnsi="Corbel"/>
                <w:b w:val="0"/>
                <w:color w:val="auto"/>
                <w:sz w:val="24"/>
                <w:szCs w:val="24"/>
              </w:rPr>
              <w:t>r Paweł Kuca</w:t>
            </w:r>
          </w:p>
        </w:tc>
      </w:tr>
      <w:tr xmlns:wp14="http://schemas.microsoft.com/office/word/2010/wordml" w:rsidRPr="00C55BA6" w:rsidR="0085747A" w:rsidTr="5AAE84BE" w14:paraId="2C990A51" wp14:textId="77777777">
        <w:tc>
          <w:tcPr>
            <w:tcW w:w="2694" w:type="dxa"/>
            <w:tcMar/>
            <w:vAlign w:val="center"/>
          </w:tcPr>
          <w:p w:rsidRPr="00C55BA6" w:rsidR="0085747A" w:rsidP="00B819C8" w:rsidRDefault="0085747A" w14:paraId="471FE442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10148A" w:rsidR="0085747A" w:rsidP="00B819C8" w:rsidRDefault="00335004" w14:paraId="08D2C09D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Kuca</w:t>
            </w:r>
          </w:p>
        </w:tc>
      </w:tr>
    </w:tbl>
    <w:p xmlns:wp14="http://schemas.microsoft.com/office/word/2010/wordml" w:rsidRPr="00C55BA6" w:rsidR="0085747A" w:rsidP="00B819C8" w:rsidRDefault="0085747A" w14:paraId="3C066D73" wp14:textId="77777777">
      <w:pPr>
        <w:pStyle w:val="Podpunkty"/>
        <w:ind w:left="0"/>
        <w:rPr>
          <w:rFonts w:ascii="Corbel" w:hAnsi="Corbel"/>
          <w:sz w:val="24"/>
          <w:szCs w:val="24"/>
        </w:rPr>
      </w:pPr>
      <w:r w:rsidRPr="00C55BA6">
        <w:rPr>
          <w:rFonts w:ascii="Corbel" w:hAnsi="Corbel"/>
          <w:sz w:val="24"/>
          <w:szCs w:val="24"/>
        </w:rPr>
        <w:t xml:space="preserve">* </w:t>
      </w:r>
      <w:r w:rsidRPr="00C55BA6">
        <w:rPr>
          <w:rFonts w:ascii="Corbel" w:hAnsi="Corbel"/>
          <w:i/>
          <w:sz w:val="24"/>
          <w:szCs w:val="24"/>
        </w:rPr>
        <w:t xml:space="preserve">- </w:t>
      </w:r>
      <w:r w:rsidRPr="00C55BA6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xmlns:wp14="http://schemas.microsoft.com/office/word/2010/wordml" w:rsidRPr="00C55BA6" w:rsidR="0085747A" w:rsidP="00B819C8" w:rsidRDefault="0085747A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C55BA6" w:rsidR="0085747A" w:rsidP="00B819C8" w:rsidRDefault="00335004" w14:paraId="7E0A0F74" wp14:textId="77777777">
      <w:pPr>
        <w:pStyle w:val="Podpunkty"/>
        <w:ind w:left="0"/>
        <w:rPr>
          <w:rFonts w:ascii="Corbel" w:hAnsi="Corbel"/>
          <w:sz w:val="24"/>
          <w:szCs w:val="24"/>
        </w:rPr>
      </w:pPr>
      <w:r w:rsidRPr="00C55BA6">
        <w:rPr>
          <w:rFonts w:ascii="Corbel" w:hAnsi="Corbel"/>
          <w:sz w:val="24"/>
          <w:szCs w:val="24"/>
        </w:rPr>
        <w:t>1.1</w:t>
      </w:r>
      <w:r w:rsidRPr="00C55BA6" w:rsidR="0085747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886"/>
        <w:gridCol w:w="752"/>
        <w:gridCol w:w="850"/>
        <w:gridCol w:w="769"/>
        <w:gridCol w:w="793"/>
        <w:gridCol w:w="712"/>
        <w:gridCol w:w="912"/>
        <w:gridCol w:w="1260"/>
        <w:gridCol w:w="1647"/>
      </w:tblGrid>
      <w:tr xmlns:wp14="http://schemas.microsoft.com/office/word/2010/wordml" w:rsidRPr="00C55BA6" w:rsidR="00335004" w:rsidTr="00335004" w14:paraId="73AAF0C6" wp14:textId="77777777"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55BA6" w:rsidR="00335004" w:rsidRDefault="00335004" w14:paraId="73DA0C51" wp14:textId="77777777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Semestr 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55BA6" w:rsidR="00335004" w:rsidRDefault="00335004" w14:paraId="3860AB22" wp14:textId="77777777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55BA6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C55BA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55BA6" w:rsidR="00335004" w:rsidRDefault="00335004" w14:paraId="646F369B" wp14:textId="77777777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55BA6" w:rsidR="00335004" w:rsidRDefault="00335004" w14:paraId="409DDADA" wp14:textId="77777777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55BA6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C55BA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55BA6" w:rsidR="00335004" w:rsidRDefault="00335004" w14:paraId="0AB6E05A" wp14:textId="77777777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55BA6" w:rsidR="00335004" w:rsidRDefault="00335004" w14:paraId="0B273B9D" wp14:textId="77777777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55BA6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C55BA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55BA6" w:rsidR="00335004" w:rsidRDefault="00335004" w14:paraId="63A8E3D2" wp14:textId="77777777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55BA6" w:rsidR="00335004" w:rsidRDefault="00335004" w14:paraId="69FA399F" wp14:textId="77777777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55BA6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C55BA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55BA6" w:rsidR="00335004" w:rsidRDefault="00335004" w14:paraId="0B0509C7" wp14:textId="77777777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Inne (jakie)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C55BA6" w:rsidR="00335004" w:rsidRDefault="00335004" w14:paraId="58C1295F" wp14:textId="77777777">
            <w:pPr>
              <w:pStyle w:val="Nagwkitablic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xmlns:wp14="http://schemas.microsoft.com/office/word/2010/wordml" w:rsidRPr="00C55BA6" w:rsidR="00335004" w:rsidTr="00335004" w14:paraId="6E30C311" wp14:textId="77777777">
        <w:trPr>
          <w:trHeight w:val="453"/>
        </w:trPr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55BA6" w:rsidR="00335004" w:rsidP="003008AD" w:rsidRDefault="00335004" w14:paraId="13FABD8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5BA6" w:rsidR="00335004" w:rsidP="003008AD" w:rsidRDefault="00335004" w14:paraId="5DAB6C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5BA6" w:rsidR="00335004" w:rsidP="003008AD" w:rsidRDefault="00335004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5BA6" w:rsidR="00335004" w:rsidP="003008AD" w:rsidRDefault="00335004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5BA6" w:rsidR="00335004" w:rsidP="003008AD" w:rsidRDefault="00335004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5BA6" w:rsidR="00335004" w:rsidP="003008AD" w:rsidRDefault="00335004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5BA6" w:rsidR="00335004" w:rsidP="003008AD" w:rsidRDefault="002D69D6" w14:paraId="5007C90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5BA6" w:rsidR="00335004" w:rsidP="003008AD" w:rsidRDefault="00335004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5BA6" w:rsidR="00335004" w:rsidP="003008AD" w:rsidRDefault="00335004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5BA6" w:rsidR="00335004" w:rsidP="003008AD" w:rsidRDefault="00335004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C55BA6" w:rsidR="0085747A" w:rsidP="00B819C8" w:rsidRDefault="0085747A" w14:paraId="0E27B00A" wp14:textId="77777777">
      <w:pPr>
        <w:pStyle w:val="Podpunkty"/>
        <w:rPr>
          <w:rFonts w:ascii="Corbel" w:hAnsi="Corbel"/>
          <w:sz w:val="24"/>
          <w:szCs w:val="24"/>
          <w:lang w:eastAsia="en-US"/>
        </w:rPr>
      </w:pPr>
    </w:p>
    <w:p xmlns:wp14="http://schemas.microsoft.com/office/word/2010/wordml" w:rsidRPr="00C55BA6" w:rsidR="0085747A" w:rsidP="00B819C8" w:rsidRDefault="0085747A" w14:paraId="60061E4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C55BA6" w:rsidR="0085747A" w:rsidP="00B819C8" w:rsidRDefault="006B264B" w14:paraId="09DFF0A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>1.2</w:t>
      </w:r>
      <w:r w:rsidRPr="00C55BA6" w:rsidR="0085747A">
        <w:rPr>
          <w:rFonts w:ascii="Corbel" w:hAnsi="Corbel"/>
          <w:smallCaps w:val="0"/>
          <w:szCs w:val="24"/>
        </w:rPr>
        <w:t xml:space="preserve">.  Sposób realizacji zajęć  </w:t>
      </w:r>
    </w:p>
    <w:p xmlns:wp14="http://schemas.microsoft.com/office/word/2010/wordml" w:rsidRPr="00C55BA6" w:rsidR="0085747A" w:rsidP="00B819C8" w:rsidRDefault="004518E4" w14:paraId="078CDEFA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1AB4E74F" w:rsidR="004518E4">
        <w:rPr>
          <w:rFonts w:ascii="Corbel" w:hAnsi="Corbel" w:eastAsia="MS Gothic"/>
        </w:rPr>
        <w:t>X</w:t>
      </w:r>
      <w:r w:rsidRPr="1AB4E74F" w:rsidR="0085747A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xmlns:wp14="http://schemas.microsoft.com/office/word/2010/wordml" w:rsidRPr="00C55BA6" w:rsidR="0085747A" w:rsidP="1AB4E74F" w:rsidRDefault="0085747A" w14:paraId="386692D9" wp14:textId="69E8ED1E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1AB4E74F" w:rsidR="2CD71235">
        <w:rPr>
          <w:rFonts w:ascii="Segoe UI Symbol" w:hAnsi="Segoe UI Symbol" w:eastAsia="Segoe UI Symbol" w:cs="Segoe UI Symbol"/>
          <w:b w:val="1"/>
          <w:bCs w:val="1"/>
          <w:noProof w:val="0"/>
          <w:sz w:val="22"/>
          <w:szCs w:val="22"/>
          <w:lang w:val="pl-PL"/>
        </w:rPr>
        <w:t>☐</w:t>
      </w:r>
      <w:r w:rsidRPr="1AB4E74F" w:rsidR="1CCAFDEF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1AB4E74F" w:rsidR="0085747A">
        <w:rPr>
          <w:rFonts w:ascii="Corbel" w:hAnsi="Corbel"/>
          <w:b w:val="0"/>
          <w:bCs w:val="0"/>
          <w:caps w:val="0"/>
          <w:smallCaps w:val="0"/>
        </w:rPr>
        <w:t>zajęcia realizowane z wykorzystaniem metod i technik kształcenia na odległość</w:t>
      </w:r>
    </w:p>
    <w:p xmlns:wp14="http://schemas.microsoft.com/office/word/2010/wordml" w:rsidRPr="00C55BA6" w:rsidR="0085747A" w:rsidP="00B819C8" w:rsidRDefault="0085747A" w14:paraId="44EAFD9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C55BA6" w:rsidR="0085747A" w:rsidP="00B819C8" w:rsidRDefault="006B264B" w14:paraId="646D8B4E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>1.3</w:t>
      </w:r>
      <w:r w:rsidRPr="00C55BA6" w:rsidR="0085747A">
        <w:rPr>
          <w:rFonts w:ascii="Corbel" w:hAnsi="Corbel"/>
          <w:smallCaps w:val="0"/>
          <w:szCs w:val="24"/>
        </w:rPr>
        <w:t>. For</w:t>
      </w:r>
      <w:r w:rsidR="001D24F4">
        <w:rPr>
          <w:rFonts w:ascii="Corbel" w:hAnsi="Corbel"/>
          <w:smallCaps w:val="0"/>
          <w:szCs w:val="24"/>
        </w:rPr>
        <w:t>ma zaliczenia przedmiotu</w:t>
      </w:r>
      <w:r w:rsidRPr="00C55BA6" w:rsidR="0085747A">
        <w:rPr>
          <w:rFonts w:ascii="Corbel" w:hAnsi="Corbel"/>
          <w:b w:val="0"/>
          <w:smallCaps w:val="0"/>
          <w:szCs w:val="24"/>
        </w:rPr>
        <w:t xml:space="preserve"> ( z toku) </w:t>
      </w:r>
      <w:r w:rsidRPr="00C55BA6" w:rsidR="0085747A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C55BA6" w:rsidR="0085747A">
        <w:rPr>
          <w:rFonts w:ascii="Corbel" w:hAnsi="Corbel"/>
          <w:b w:val="0"/>
          <w:smallCaps w:val="0"/>
          <w:szCs w:val="24"/>
        </w:rPr>
        <w:t>)</w:t>
      </w:r>
    </w:p>
    <w:p xmlns:wp14="http://schemas.microsoft.com/office/word/2010/wordml" w:rsidRPr="00C55BA6" w:rsidR="0085747A" w:rsidP="00B819C8" w:rsidRDefault="0014734D" w14:paraId="55D48E7E" wp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55BA6">
        <w:rPr>
          <w:rFonts w:ascii="Corbel" w:hAnsi="Corbel"/>
          <w:b w:val="0"/>
          <w:i/>
          <w:smallCaps w:val="0"/>
          <w:szCs w:val="24"/>
        </w:rPr>
        <w:t>zaliczenie z oceną</w:t>
      </w:r>
    </w:p>
    <w:p xmlns:wp14="http://schemas.microsoft.com/office/word/2010/wordml" w:rsidRPr="00C55BA6" w:rsidR="0085747A" w:rsidP="00B819C8" w:rsidRDefault="0085747A" w14:paraId="4B94D5A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C55BA6" w:rsidR="0085747A" w:rsidP="00B819C8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C55BA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xmlns:wp14="http://schemas.microsoft.com/office/word/2010/wordml" w:rsidRPr="00C55BA6" w:rsidR="0085747A" w:rsidTr="2255C5F3" w14:paraId="6DD1B76A" wp14:textId="77777777">
        <w:tc>
          <w:tcPr>
            <w:tcW w:w="9778" w:type="dxa"/>
            <w:tcMar/>
          </w:tcPr>
          <w:p w:rsidRPr="00C55BA6" w:rsidR="0085747A" w:rsidP="2255C5F3" w:rsidRDefault="00932197" w14:paraId="1EFE3186" wp14:textId="1D22F9CD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255C5F3" w:rsidR="7D692A1E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 przedmiotów organizacja i zarządzanie</w:t>
            </w:r>
            <w:r w:rsidRPr="2255C5F3" w:rsidR="72F0FDE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2255C5F3" w:rsidR="7D692A1E">
              <w:rPr>
                <w:rFonts w:ascii="Corbel" w:hAnsi="Corbel"/>
                <w:b w:val="0"/>
                <w:bCs w:val="0"/>
                <w:caps w:val="0"/>
                <w:smallCaps w:val="0"/>
              </w:rPr>
              <w:t>podstawy psychologii.</w:t>
            </w:r>
          </w:p>
          <w:p w:rsidRPr="00C55BA6" w:rsidR="0085747A" w:rsidP="006C5BE9" w:rsidRDefault="0085747A" w14:paraId="3DEEC669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xmlns:wp14="http://schemas.microsoft.com/office/word/2010/wordml" w:rsidRPr="00C55BA6" w:rsidR="0085747A" w:rsidP="00B819C8" w:rsidRDefault="0085747A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C55BA6" w:rsidR="0085747A" w:rsidP="0085747A" w:rsidRDefault="001D24F4" w14:paraId="050931AE" wp14:textId="77777777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Pr="00C55BA6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55BA6" w:rsidR="0085747A" w:rsidP="00B819C8" w:rsidRDefault="0085747A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55BA6" w:rsidR="0085747A" w:rsidP="0085747A" w:rsidRDefault="00237BAE" w14:paraId="7B0E733D" wp14:textId="77777777">
      <w:pPr>
        <w:pStyle w:val="Podpunkty"/>
        <w:numPr>
          <w:ilvl w:val="1"/>
          <w:numId w:val="36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xmlns:wp14="http://schemas.microsoft.com/office/word/2010/wordml" w:rsidRPr="00C55BA6" w:rsidR="0085747A" w:rsidTr="2255C5F3" w14:paraId="7F2E30DB" wp14:textId="77777777">
        <w:tc>
          <w:tcPr>
            <w:tcW w:w="675" w:type="dxa"/>
            <w:tcMar/>
            <w:vAlign w:val="center"/>
          </w:tcPr>
          <w:p w:rsidRPr="00C55BA6" w:rsidR="0085747A" w:rsidP="005E6E85" w:rsidRDefault="0085747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9103" w:type="dxa"/>
            <w:tcMar/>
            <w:vAlign w:val="center"/>
          </w:tcPr>
          <w:p w:rsidRPr="00C55BA6" w:rsidR="0085747A" w:rsidP="2255C5F3" w:rsidRDefault="00947E8E" w14:paraId="77D25D8D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</w:pPr>
            <w:r w:rsidRPr="2255C5F3" w:rsidR="00947E8E">
              <w:rPr>
                <w:rFonts w:ascii="Corbel" w:hAnsi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Przekazanie wiedzy na temat rozwoju osobistego w trakcie pracy zawodowej.</w:t>
            </w:r>
          </w:p>
        </w:tc>
      </w:tr>
      <w:tr xmlns:wp14="http://schemas.microsoft.com/office/word/2010/wordml" w:rsidRPr="00C55BA6" w:rsidR="0085747A" w:rsidTr="2255C5F3" w14:paraId="20AE05B1" wp14:textId="77777777">
        <w:tc>
          <w:tcPr>
            <w:tcW w:w="675" w:type="dxa"/>
            <w:tcMar/>
            <w:vAlign w:val="center"/>
          </w:tcPr>
          <w:p w:rsidRPr="00C55BA6" w:rsidR="0085747A" w:rsidP="005E6E85" w:rsidRDefault="004F109A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9103" w:type="dxa"/>
            <w:tcMar/>
            <w:vAlign w:val="center"/>
          </w:tcPr>
          <w:p w:rsidRPr="00C55BA6" w:rsidR="0085747A" w:rsidP="2255C5F3" w:rsidRDefault="00947E8E" w14:paraId="186C1E07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</w:pPr>
            <w:r w:rsidRPr="2255C5F3" w:rsidR="00947E8E">
              <w:rPr>
                <w:rFonts w:ascii="Corbel" w:hAnsi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Wzrost świadomości znaczenia rozwoju personalnego dla kariery zawodowej.</w:t>
            </w:r>
          </w:p>
        </w:tc>
      </w:tr>
      <w:tr xmlns:wp14="http://schemas.microsoft.com/office/word/2010/wordml" w:rsidRPr="00C55BA6" w:rsidR="0085747A" w:rsidTr="2255C5F3" w14:paraId="0CBFEDAC" wp14:textId="77777777">
        <w:tc>
          <w:tcPr>
            <w:tcW w:w="675" w:type="dxa"/>
            <w:tcMar/>
            <w:vAlign w:val="center"/>
          </w:tcPr>
          <w:p w:rsidRPr="00C55BA6" w:rsidR="0085747A" w:rsidP="005E6E85" w:rsidRDefault="004F109A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9103" w:type="dxa"/>
            <w:tcMar/>
            <w:vAlign w:val="center"/>
          </w:tcPr>
          <w:p w:rsidRPr="00C55BA6" w:rsidR="0085747A" w:rsidP="2255C5F3" w:rsidRDefault="00947E8E" w14:paraId="2E8D86B5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</w:pPr>
            <w:r w:rsidRPr="2255C5F3" w:rsidR="00947E8E">
              <w:rPr>
                <w:rFonts w:ascii="Corbel" w:hAnsi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 xml:space="preserve">Przekazanie wiedzy </w:t>
            </w:r>
            <w:r w:rsidRPr="2255C5F3" w:rsidR="008C2CB7">
              <w:rPr>
                <w:rFonts w:ascii="Corbel" w:hAnsi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 xml:space="preserve">i rozwój umiejętności </w:t>
            </w:r>
            <w:r w:rsidRPr="2255C5F3" w:rsidR="00B44CD3">
              <w:rPr>
                <w:rFonts w:ascii="Corbel" w:hAnsi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dotyczących</w:t>
            </w:r>
            <w:r w:rsidRPr="2255C5F3" w:rsidR="00947E8E">
              <w:rPr>
                <w:rFonts w:ascii="Corbel" w:hAnsi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 xml:space="preserve"> praktycznych elementów wpływających </w:t>
            </w:r>
            <w:r w:rsidRPr="2255C5F3" w:rsidR="00B35654">
              <w:rPr>
                <w:rFonts w:ascii="Corbel" w:hAnsi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na rozwój personalny pracownika.</w:t>
            </w:r>
          </w:p>
        </w:tc>
      </w:tr>
    </w:tbl>
    <w:p xmlns:wp14="http://schemas.microsoft.com/office/word/2010/wordml" w:rsidRPr="00C55BA6" w:rsidR="0085747A" w:rsidP="00B819C8" w:rsidRDefault="0085747A" w14:paraId="049F31CB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xmlns:wp14="http://schemas.microsoft.com/office/word/2010/wordml" w:rsidRPr="00C55BA6" w:rsidR="0085747A" w:rsidP="00B819C8" w:rsidRDefault="0085747A" w14:paraId="35C20E13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C55BA6">
        <w:rPr>
          <w:rFonts w:ascii="Corbel" w:hAnsi="Corbel"/>
          <w:b w:val="0"/>
          <w:szCs w:val="24"/>
        </w:rPr>
        <w:t xml:space="preserve">3.2  </w:t>
      </w:r>
      <w:r w:rsidR="001D24F4">
        <w:rPr>
          <w:rFonts w:ascii="Corbel" w:hAnsi="Corbel"/>
          <w:szCs w:val="24"/>
        </w:rPr>
        <w:t>Efekty uczenia się dla przedmiotu</w:t>
      </w:r>
    </w:p>
    <w:p xmlns:wp14="http://schemas.microsoft.com/office/word/2010/wordml" w:rsidRPr="00C55BA6" w:rsidR="0085747A" w:rsidP="00B819C8" w:rsidRDefault="0085747A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55BA6" w:rsidR="0085747A" w:rsidP="00B819C8" w:rsidRDefault="0085747A" w14:paraId="62486C0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xmlns:wp14="http://schemas.microsoft.com/office/word/2010/wordml" w:rsidRPr="00C55BA6" w:rsidR="0085747A" w:rsidTr="2255C5F3" w14:paraId="61F38664" wp14:textId="77777777">
        <w:tc>
          <w:tcPr>
            <w:tcW w:w="1701" w:type="dxa"/>
            <w:tcMar/>
          </w:tcPr>
          <w:p w:rsidRPr="00C55BA6" w:rsidR="0085747A" w:rsidP="005E6E85" w:rsidRDefault="0085747A" w14:paraId="41C145E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smallCaps w:val="0"/>
                <w:szCs w:val="24"/>
              </w:rPr>
              <w:t>EK</w:t>
            </w:r>
            <w:r w:rsidR="00C4327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237BA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C55BA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Pr="00C55BA6" w:rsidR="0085747A" w:rsidP="005E6E85" w:rsidRDefault="0085747A" w14:paraId="4101652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  <w:tcMar/>
          </w:tcPr>
          <w:p w:rsidRPr="00C55BA6" w:rsidR="0085747A" w:rsidP="005E6E85" w:rsidRDefault="00C4327A" w14:paraId="1DEC560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C55BA6" w:rsidR="0085747A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tcMar/>
          </w:tcPr>
          <w:p w:rsidRPr="00C55BA6" w:rsidR="0085747A" w:rsidP="005E6E85" w:rsidRDefault="0085747A" w14:paraId="1F352D2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xmlns:wp14="http://schemas.microsoft.com/office/word/2010/wordml" w:rsidRPr="00C55BA6" w:rsidR="0085747A" w:rsidTr="2255C5F3" w14:paraId="23416204" wp14:textId="77777777">
        <w:tc>
          <w:tcPr>
            <w:tcW w:w="1701" w:type="dxa"/>
            <w:tcMar/>
          </w:tcPr>
          <w:p w:rsidRPr="00C55BA6" w:rsidR="0085747A" w:rsidP="005E6E85" w:rsidRDefault="0085747A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5BA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C55BA6" w:rsidR="0085747A" w:rsidP="2255C5F3" w:rsidRDefault="00EB288A" w14:paraId="361108E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2255C5F3" w:rsidR="00EB288A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Ma wiedzę na temat zasad efektywnej komunikacji.</w:t>
            </w:r>
          </w:p>
        </w:tc>
        <w:tc>
          <w:tcPr>
            <w:tcW w:w="1873" w:type="dxa"/>
            <w:tcMar/>
          </w:tcPr>
          <w:p w:rsidRPr="00C55BA6" w:rsidR="0085747A" w:rsidP="005E6E85" w:rsidRDefault="003341A2" w14:paraId="79569C6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Pr="00C55BA6" w:rsidR="00EB28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xmlns:wp14="http://schemas.microsoft.com/office/word/2010/wordml" w:rsidRPr="00C55BA6" w:rsidR="0085747A" w:rsidTr="2255C5F3" w14:paraId="6AD9E6C5" wp14:textId="77777777">
        <w:tc>
          <w:tcPr>
            <w:tcW w:w="1701" w:type="dxa"/>
            <w:tcMar/>
          </w:tcPr>
          <w:p w:rsidRPr="00C55BA6" w:rsidR="0085747A" w:rsidP="005E6E85" w:rsidRDefault="0085747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C55BA6" w:rsidR="0085747A" w:rsidP="2255C5F3" w:rsidRDefault="001A2349" w14:paraId="58CC421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2255C5F3" w:rsidR="001A2349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 xml:space="preserve">Jest przygotowany na podstawowym poziomie do określenia elementów wpływających na rozwój personalny pracowników służb odpowiedzialnych za bezpieczeństwo. </w:t>
            </w:r>
          </w:p>
        </w:tc>
        <w:tc>
          <w:tcPr>
            <w:tcW w:w="1873" w:type="dxa"/>
            <w:tcMar/>
          </w:tcPr>
          <w:p w:rsidRPr="00C55BA6" w:rsidR="0085747A" w:rsidP="005E6E85" w:rsidRDefault="003341A2" w14:paraId="03B8384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55BA6" w:rsidR="00EB288A">
              <w:rPr>
                <w:rFonts w:ascii="Corbel" w:hAnsi="Corbel"/>
                <w:b w:val="0"/>
                <w:smallCaps w:val="0"/>
                <w:szCs w:val="24"/>
              </w:rPr>
              <w:t>_U15</w:t>
            </w:r>
          </w:p>
        </w:tc>
      </w:tr>
      <w:tr xmlns:wp14="http://schemas.microsoft.com/office/word/2010/wordml" w:rsidRPr="00C55BA6" w:rsidR="0085747A" w:rsidTr="2255C5F3" w14:paraId="4AB03DF6" wp14:textId="77777777">
        <w:tc>
          <w:tcPr>
            <w:tcW w:w="1701" w:type="dxa"/>
            <w:tcMar/>
          </w:tcPr>
          <w:p w:rsidRPr="00C55BA6" w:rsidR="0085747A" w:rsidP="005E6E85" w:rsidRDefault="00536F8E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C55BA6" w:rsidR="0085747A" w:rsidP="2255C5F3" w:rsidRDefault="001A2349" w14:paraId="1DC52B8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2255C5F3" w:rsidR="001A2349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Jest przygotowany do aktywnej</w:t>
            </w:r>
            <w:r w:rsidRPr="2255C5F3" w:rsidR="00B25C55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 xml:space="preserve"> działalności w organizacjach</w:t>
            </w:r>
            <w:r w:rsidRPr="2255C5F3" w:rsidR="00C2513D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 xml:space="preserve">, </w:t>
            </w:r>
            <w:r w:rsidRPr="2255C5F3" w:rsidR="001A2349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instytucjach</w:t>
            </w:r>
            <w:r w:rsidRPr="2255C5F3" w:rsidR="00B25C55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 xml:space="preserve"> i</w:t>
            </w:r>
            <w:r w:rsidRPr="2255C5F3" w:rsidR="001A2349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 xml:space="preserve"> służbach w zakresie rozwoju personalnego. </w:t>
            </w:r>
          </w:p>
        </w:tc>
        <w:tc>
          <w:tcPr>
            <w:tcW w:w="1873" w:type="dxa"/>
            <w:tcMar/>
          </w:tcPr>
          <w:p w:rsidRPr="00C55BA6" w:rsidR="0085747A" w:rsidP="005E6E85" w:rsidRDefault="003341A2" w14:paraId="54E3E2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Pr="00C55BA6" w:rsidR="001A234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xmlns:wp14="http://schemas.microsoft.com/office/word/2010/wordml" w:rsidRPr="00C55BA6" w:rsidR="0085747A" w:rsidTr="2255C5F3" w14:paraId="43B38AEF" wp14:textId="77777777">
        <w:tc>
          <w:tcPr>
            <w:tcW w:w="1701" w:type="dxa"/>
            <w:tcMar/>
          </w:tcPr>
          <w:p w:rsidRPr="00C55BA6" w:rsidR="0085747A" w:rsidP="005E6E85" w:rsidRDefault="00536F8E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C55BA6" w:rsidR="0085747A" w:rsidP="2255C5F3" w:rsidRDefault="009B27F3" w14:paraId="379DE4E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2255C5F3" w:rsidR="009B27F3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Jest przygotowany do udziału w projektach mających wpływ na rozwój personalny pracowników sektora bezpieczeństwa.</w:t>
            </w:r>
          </w:p>
        </w:tc>
        <w:tc>
          <w:tcPr>
            <w:tcW w:w="1873" w:type="dxa"/>
            <w:tcMar/>
          </w:tcPr>
          <w:p w:rsidRPr="00C55BA6" w:rsidR="0085747A" w:rsidP="005E6E85" w:rsidRDefault="003341A2" w14:paraId="5B2AA15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Pr="00C55BA6" w:rsidR="009B27F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xmlns:wp14="http://schemas.microsoft.com/office/word/2010/wordml" w:rsidRPr="00C55BA6" w:rsidR="00536F8E" w:rsidTr="2255C5F3" w14:paraId="2B7D87C4" wp14:textId="77777777">
        <w:tc>
          <w:tcPr>
            <w:tcW w:w="1701" w:type="dxa"/>
            <w:tcMar/>
          </w:tcPr>
          <w:p w:rsidRPr="00C55BA6" w:rsidR="00536F8E" w:rsidP="005E6E85" w:rsidRDefault="00536F8E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Pr="00C55BA6" w:rsidR="00536F8E" w:rsidP="2255C5F3" w:rsidRDefault="00203B72" w14:paraId="7D69AFE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2255C5F3" w:rsidR="00203B72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Potrafi doskonalić umiejętności w zakresie rozwoju personalnego.</w:t>
            </w:r>
          </w:p>
        </w:tc>
        <w:tc>
          <w:tcPr>
            <w:tcW w:w="1873" w:type="dxa"/>
            <w:tcMar/>
          </w:tcPr>
          <w:p w:rsidRPr="00C55BA6" w:rsidR="00536F8E" w:rsidP="005E6E85" w:rsidRDefault="003341A2" w14:paraId="69B49A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Pr="00C55BA6" w:rsidR="00203B72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xmlns:wp14="http://schemas.microsoft.com/office/word/2010/wordml" w:rsidRPr="00C55BA6" w:rsidR="0085747A" w:rsidP="00B819C8" w:rsidRDefault="0085747A" w14:paraId="4B99056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C55BA6" w:rsidR="00DD4632" w:rsidP="00B819C8" w:rsidRDefault="00DD4632" w14:paraId="1299C43A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C55BA6" w:rsidR="0085747A" w:rsidP="0085747A" w:rsidRDefault="00BC5C82" w14:paraId="0665DB75" wp14:textId="77777777">
      <w:pPr>
        <w:pStyle w:val="Akapitzlist"/>
        <w:numPr>
          <w:ilvl w:val="1"/>
          <w:numId w:val="38"/>
        </w:numPr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TREŚCI PROGRAMOWE </w:t>
      </w:r>
    </w:p>
    <w:p xmlns:wp14="http://schemas.microsoft.com/office/word/2010/wordml" w:rsidRPr="00C55BA6" w:rsidR="0085747A" w:rsidP="0085747A" w:rsidRDefault="004518E4" w14:paraId="2CB3D273" wp14:textId="365F5026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AAE84BE" w:rsidR="004518E4">
        <w:rPr>
          <w:rFonts w:ascii="Corbel" w:hAnsi="Corbel"/>
          <w:sz w:val="24"/>
          <w:szCs w:val="24"/>
        </w:rPr>
        <w:t xml:space="preserve">Problematyka </w:t>
      </w:r>
      <w:r w:rsidRPr="5AAE84BE" w:rsidR="6C760AD4">
        <w:rPr>
          <w:rFonts w:ascii="Corbel" w:hAnsi="Corbel"/>
          <w:sz w:val="24"/>
          <w:szCs w:val="24"/>
        </w:rPr>
        <w:t>zajęć warsztatowych</w:t>
      </w:r>
    </w:p>
    <w:tbl>
      <w:tblPr>
        <w:tblW w:w="0" w:type="auto"/>
        <w:tblInd w:w="13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xmlns:wp14="http://schemas.microsoft.com/office/word/2010/wordml" w:rsidRPr="00C55BA6" w:rsidR="0085747A" w:rsidTr="2255C5F3" w14:paraId="587EA2A8" wp14:textId="77777777">
        <w:tc>
          <w:tcPr>
            <w:tcW w:w="7229" w:type="dxa"/>
            <w:tcMar/>
          </w:tcPr>
          <w:p w:rsidRPr="00C55BA6" w:rsidR="0085747A" w:rsidP="00B819C8" w:rsidRDefault="0085747A" w14:paraId="35113026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C55BA6" w:rsidR="00091CFD" w:rsidTr="2255C5F3" w14:paraId="23DBDD95" wp14:textId="77777777">
        <w:tc>
          <w:tcPr>
            <w:tcW w:w="7229" w:type="dxa"/>
            <w:tcMar/>
          </w:tcPr>
          <w:p w:rsidRPr="000C2DCE" w:rsidR="00091CFD" w:rsidP="2255C5F3" w:rsidRDefault="00091CFD" w14:paraId="2C753DE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2255C5F3" w:rsidR="00091CFD">
              <w:rPr>
                <w:rFonts w:ascii="Corbel" w:hAnsi="Corbel"/>
                <w:i w:val="0"/>
                <w:iCs w:val="0"/>
                <w:sz w:val="24"/>
                <w:szCs w:val="24"/>
              </w:rPr>
              <w:t>Znaczenie rozwoju personalnego w pracy zawodowej.</w:t>
            </w:r>
          </w:p>
        </w:tc>
      </w:tr>
      <w:tr xmlns:wp14="http://schemas.microsoft.com/office/word/2010/wordml" w:rsidRPr="00C55BA6" w:rsidR="0085747A" w:rsidTr="2255C5F3" w14:paraId="5DD24229" wp14:textId="77777777">
        <w:tc>
          <w:tcPr>
            <w:tcW w:w="7229" w:type="dxa"/>
            <w:tcMar/>
          </w:tcPr>
          <w:p w:rsidRPr="000C2DCE" w:rsidR="0085747A" w:rsidP="2255C5F3" w:rsidRDefault="00A21122" w14:paraId="0698E6D5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2255C5F3" w:rsidR="00A21122">
              <w:rPr>
                <w:rFonts w:ascii="Corbel" w:hAnsi="Corbel"/>
                <w:i w:val="0"/>
                <w:iCs w:val="0"/>
                <w:sz w:val="24"/>
                <w:szCs w:val="24"/>
              </w:rPr>
              <w:t>Analiza studiów przypadku z zakresu rozwoju osobistego pracowników.</w:t>
            </w:r>
          </w:p>
        </w:tc>
      </w:tr>
      <w:tr xmlns:wp14="http://schemas.microsoft.com/office/word/2010/wordml" w:rsidRPr="00C55BA6" w:rsidR="0085747A" w:rsidTr="2255C5F3" w14:paraId="261D57BB" wp14:textId="77777777">
        <w:tc>
          <w:tcPr>
            <w:tcW w:w="7229" w:type="dxa"/>
            <w:tcMar/>
          </w:tcPr>
          <w:p w:rsidRPr="000C2DCE" w:rsidR="0085747A" w:rsidP="2255C5F3" w:rsidRDefault="006807B5" w14:paraId="1B1C2FE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2255C5F3" w:rsidR="006807B5">
              <w:rPr>
                <w:rFonts w:ascii="Corbel" w:hAnsi="Corbel"/>
                <w:i w:val="0"/>
                <w:iCs w:val="0"/>
                <w:sz w:val="24"/>
                <w:szCs w:val="24"/>
              </w:rPr>
              <w:t>Warsztaty z zakresu efektywnej komunikacji.</w:t>
            </w:r>
          </w:p>
        </w:tc>
      </w:tr>
      <w:tr xmlns:wp14="http://schemas.microsoft.com/office/word/2010/wordml" w:rsidRPr="00C55BA6" w:rsidR="0085747A" w:rsidTr="2255C5F3" w14:paraId="6116C143" wp14:textId="77777777">
        <w:tc>
          <w:tcPr>
            <w:tcW w:w="7229" w:type="dxa"/>
            <w:tcMar/>
          </w:tcPr>
          <w:p w:rsidRPr="000C2DCE" w:rsidR="0085747A" w:rsidP="2255C5F3" w:rsidRDefault="006807B5" w14:paraId="301FB89A" wp14:textId="77777777">
            <w:pPr>
              <w:spacing w:line="240" w:lineRule="auto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2255C5F3" w:rsidR="006807B5">
              <w:rPr>
                <w:rFonts w:ascii="Corbel" w:hAnsi="Corbel"/>
                <w:i w:val="0"/>
                <w:iCs w:val="0"/>
                <w:sz w:val="24"/>
                <w:szCs w:val="24"/>
              </w:rPr>
              <w:t>Znaczenie efektywnego</w:t>
            </w:r>
            <w:r w:rsidRPr="2255C5F3" w:rsidR="006807B5">
              <w:rPr>
                <w:rFonts w:ascii="Corbel" w:hAnsi="Corbel"/>
                <w:i w:val="0"/>
                <w:iCs w:val="0"/>
                <w:sz w:val="24"/>
                <w:szCs w:val="24"/>
              </w:rPr>
              <w:t xml:space="preserve"> </w:t>
            </w:r>
            <w:r w:rsidRPr="2255C5F3" w:rsidR="006807B5">
              <w:rPr>
                <w:rFonts w:ascii="Corbel" w:hAnsi="Corbel"/>
                <w:i w:val="0"/>
                <w:iCs w:val="0"/>
                <w:sz w:val="24"/>
                <w:szCs w:val="24"/>
              </w:rPr>
              <w:t>zarządzania czasem</w:t>
            </w:r>
            <w:r w:rsidRPr="2255C5F3" w:rsidR="006807B5">
              <w:rPr>
                <w:rFonts w:ascii="Corbel" w:hAnsi="Corbel"/>
                <w:i w:val="0"/>
                <w:iCs w:val="0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C55BA6" w:rsidR="00703297" w:rsidTr="2255C5F3" w14:paraId="10923BCF" wp14:textId="77777777">
        <w:tc>
          <w:tcPr>
            <w:tcW w:w="7229" w:type="dxa"/>
            <w:tcMar/>
          </w:tcPr>
          <w:p w:rsidRPr="000C2DCE" w:rsidR="00703297" w:rsidP="2255C5F3" w:rsidRDefault="00257B94" w14:paraId="31385012" wp14:textId="77777777">
            <w:pPr>
              <w:spacing w:line="240" w:lineRule="auto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2255C5F3" w:rsidR="00257B94">
              <w:rPr>
                <w:rFonts w:ascii="Corbel" w:hAnsi="Corbel"/>
                <w:i w:val="0"/>
                <w:iCs w:val="0"/>
                <w:sz w:val="24"/>
                <w:szCs w:val="24"/>
              </w:rPr>
              <w:t xml:space="preserve">Warsztaty asertywności. </w:t>
            </w:r>
          </w:p>
        </w:tc>
      </w:tr>
      <w:tr xmlns:wp14="http://schemas.microsoft.com/office/word/2010/wordml" w:rsidRPr="00C55BA6" w:rsidR="008A62A9" w:rsidTr="2255C5F3" w14:paraId="5BD03C7A" wp14:textId="77777777">
        <w:tc>
          <w:tcPr>
            <w:tcW w:w="7229" w:type="dxa"/>
            <w:tcMar/>
          </w:tcPr>
          <w:p w:rsidRPr="000C2DCE" w:rsidR="008A62A9" w:rsidP="2255C5F3" w:rsidRDefault="005C4272" w14:paraId="3075A692" wp14:textId="77777777">
            <w:pPr>
              <w:spacing w:line="240" w:lineRule="auto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2255C5F3" w:rsidR="005C4272">
              <w:rPr>
                <w:rFonts w:ascii="Corbel" w:hAnsi="Corbel"/>
                <w:i w:val="0"/>
                <w:iCs w:val="0"/>
                <w:sz w:val="24"/>
                <w:szCs w:val="24"/>
              </w:rPr>
              <w:t>Warsztaty z zakresu wystąpień publicznych</w:t>
            </w:r>
          </w:p>
        </w:tc>
      </w:tr>
      <w:tr xmlns:wp14="http://schemas.microsoft.com/office/word/2010/wordml" w:rsidRPr="00C55BA6" w:rsidR="00784024" w:rsidTr="2255C5F3" w14:paraId="09FA910C" wp14:textId="77777777">
        <w:tc>
          <w:tcPr>
            <w:tcW w:w="7229" w:type="dxa"/>
            <w:tcMar/>
          </w:tcPr>
          <w:p w:rsidRPr="000C2DCE" w:rsidR="00784024" w:rsidP="2255C5F3" w:rsidRDefault="005C4272" w14:paraId="2A4FE715" wp14:textId="77777777">
            <w:pPr>
              <w:spacing w:line="240" w:lineRule="auto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2255C5F3" w:rsidR="005C4272">
              <w:rPr>
                <w:rFonts w:ascii="Corbel" w:hAnsi="Corbel"/>
                <w:i w:val="0"/>
                <w:iCs w:val="0"/>
                <w:sz w:val="24"/>
                <w:szCs w:val="24"/>
              </w:rPr>
              <w:t>Warsztaty z zakresu autoprezentacji</w:t>
            </w:r>
          </w:p>
        </w:tc>
      </w:tr>
      <w:tr xmlns:wp14="http://schemas.microsoft.com/office/word/2010/wordml" w:rsidRPr="00C55BA6" w:rsidR="005E12BA" w:rsidTr="2255C5F3" w14:paraId="7CF22901" wp14:textId="77777777">
        <w:tc>
          <w:tcPr>
            <w:tcW w:w="7229" w:type="dxa"/>
            <w:tcMar/>
          </w:tcPr>
          <w:p w:rsidRPr="000C2DCE" w:rsidR="009B6488" w:rsidP="2255C5F3" w:rsidRDefault="009B6488" w14:paraId="0D26A930" wp14:textId="77777777">
            <w:pPr>
              <w:spacing w:line="240" w:lineRule="auto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2255C5F3" w:rsidR="009B6488">
              <w:rPr>
                <w:rFonts w:ascii="Corbel" w:hAnsi="Corbel"/>
                <w:i w:val="0"/>
                <w:iCs w:val="0"/>
                <w:sz w:val="24"/>
                <w:szCs w:val="24"/>
              </w:rPr>
              <w:t>Warsztaty z zakresu negocjacji</w:t>
            </w:r>
          </w:p>
        </w:tc>
      </w:tr>
      <w:tr xmlns:wp14="http://schemas.microsoft.com/office/word/2010/wordml" w:rsidRPr="00C55BA6" w:rsidR="009B6488" w:rsidTr="2255C5F3" w14:paraId="50E54B4A" wp14:textId="77777777">
        <w:tc>
          <w:tcPr>
            <w:tcW w:w="7229" w:type="dxa"/>
            <w:tcMar/>
          </w:tcPr>
          <w:p w:rsidR="009B6488" w:rsidP="2255C5F3" w:rsidRDefault="001104FD" w14:paraId="6D7288FC" wp14:textId="77777777">
            <w:pPr>
              <w:spacing w:line="240" w:lineRule="auto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2255C5F3" w:rsidR="001104FD">
              <w:rPr>
                <w:rFonts w:ascii="Corbel" w:hAnsi="Corbel"/>
                <w:i w:val="0"/>
                <w:iCs w:val="0"/>
                <w:sz w:val="24"/>
                <w:szCs w:val="24"/>
              </w:rPr>
              <w:t>Reguły</w:t>
            </w:r>
            <w:r w:rsidRPr="2255C5F3" w:rsidR="009B6488">
              <w:rPr>
                <w:rFonts w:ascii="Corbel" w:hAnsi="Corbel"/>
                <w:i w:val="0"/>
                <w:iCs w:val="0"/>
                <w:sz w:val="24"/>
                <w:szCs w:val="24"/>
              </w:rPr>
              <w:t xml:space="preserve"> wpływu społecznego</w:t>
            </w:r>
          </w:p>
        </w:tc>
      </w:tr>
      <w:tr xmlns:wp14="http://schemas.microsoft.com/office/word/2010/wordml" w:rsidRPr="00C55BA6" w:rsidR="00C253C6" w:rsidTr="2255C5F3" w14:paraId="72128884" wp14:textId="77777777">
        <w:tc>
          <w:tcPr>
            <w:tcW w:w="7229" w:type="dxa"/>
            <w:tcMar/>
          </w:tcPr>
          <w:p w:rsidRPr="000C2DCE" w:rsidR="00C253C6" w:rsidP="2255C5F3" w:rsidRDefault="001917BD" w14:paraId="1EE6DE6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i w:val="0"/>
                <w:iCs w:val="0"/>
                <w:noProof/>
                <w:sz w:val="24"/>
                <w:szCs w:val="24"/>
              </w:rPr>
            </w:pPr>
            <w:r w:rsidRPr="2255C5F3" w:rsidR="001917BD">
              <w:rPr>
                <w:rFonts w:ascii="Corbel" w:hAnsi="Corbel"/>
                <w:i w:val="0"/>
                <w:iCs w:val="0"/>
                <w:noProof/>
                <w:sz w:val="24"/>
                <w:szCs w:val="24"/>
              </w:rPr>
              <w:t>Etykieta pracownicza</w:t>
            </w:r>
          </w:p>
        </w:tc>
      </w:tr>
    </w:tbl>
    <w:p xmlns:wp14="http://schemas.microsoft.com/office/word/2010/wordml" w:rsidRPr="00C55BA6" w:rsidR="0085747A" w:rsidP="00B819C8" w:rsidRDefault="0085747A" w14:paraId="4DDBEF00" wp14:textId="77777777">
      <w:pPr>
        <w:rPr>
          <w:rFonts w:ascii="Corbel" w:hAnsi="Corbel"/>
          <w:sz w:val="24"/>
          <w:szCs w:val="24"/>
        </w:rPr>
      </w:pPr>
    </w:p>
    <w:p xmlns:wp14="http://schemas.microsoft.com/office/word/2010/wordml" w:rsidRPr="00C55BA6" w:rsidR="0085747A" w:rsidP="00B819C8" w:rsidRDefault="0085747A" w14:paraId="3461D77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C55BA6" w:rsidR="0085747A" w:rsidP="0085747A" w:rsidRDefault="0085747A" w14:paraId="1CE53C73" wp14:textId="77777777">
      <w:pPr>
        <w:pStyle w:val="Punktygwne"/>
        <w:numPr>
          <w:ilvl w:val="1"/>
          <w:numId w:val="38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C55BA6">
        <w:rPr>
          <w:rFonts w:ascii="Corbel" w:hAnsi="Corbel"/>
          <w:smallCaps w:val="0"/>
          <w:szCs w:val="24"/>
        </w:rPr>
        <w:t>METODY DYDAKTYCZNE</w:t>
      </w:r>
      <w:r w:rsidRPr="00C55BA6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C55BA6" w:rsidR="0085747A" w:rsidP="00B819C8" w:rsidRDefault="0085747A" w14:paraId="3CF2D8B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518E4" w:rsidP="2E38C574" w:rsidRDefault="004518E4" w14:paraId="69420440" w14:textId="65849782">
      <w:pPr>
        <w:pStyle w:val="Punktygwne"/>
        <w:bidi w:val="0"/>
        <w:spacing w:before="0" w:beforeAutospacing="off" w:after="0" w:afterAutospacing="off" w:line="240" w:lineRule="auto"/>
        <w:ind w:left="0" w:right="0"/>
        <w:jc w:val="left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  <w:r w:rsidRPr="2E38C574" w:rsidR="004518E4">
        <w:rPr>
          <w:rFonts w:ascii="Corbel" w:hAnsi="Corbel"/>
          <w:b w:val="0"/>
          <w:bCs w:val="0"/>
          <w:caps w:val="0"/>
          <w:smallCaps w:val="0"/>
        </w:rPr>
        <w:t xml:space="preserve">Dyskusja, analiza tekstów, </w:t>
      </w:r>
      <w:r w:rsidRPr="2E38C574" w:rsidR="00384777">
        <w:rPr>
          <w:rFonts w:ascii="Corbel" w:hAnsi="Corbel"/>
          <w:b w:val="0"/>
          <w:bCs w:val="0"/>
          <w:caps w:val="0"/>
          <w:smallCaps w:val="0"/>
        </w:rPr>
        <w:t xml:space="preserve">analiza studiów przypadku, </w:t>
      </w:r>
      <w:r w:rsidRPr="2E38C574" w:rsidR="004518E4">
        <w:rPr>
          <w:rFonts w:ascii="Corbel" w:hAnsi="Corbel"/>
          <w:b w:val="0"/>
          <w:bCs w:val="0"/>
          <w:caps w:val="0"/>
          <w:smallCaps w:val="0"/>
        </w:rPr>
        <w:t>ćwiczenia praktyczne</w:t>
      </w:r>
      <w:r w:rsidRPr="2E38C574" w:rsidR="393B77C9">
        <w:rPr>
          <w:rFonts w:ascii="Corbel" w:hAnsi="Corbel"/>
          <w:b w:val="0"/>
          <w:bCs w:val="0"/>
          <w:caps w:val="0"/>
          <w:smallCaps w:val="0"/>
        </w:rPr>
        <w:t>.</w:t>
      </w:r>
    </w:p>
    <w:p xmlns:wp14="http://schemas.microsoft.com/office/word/2010/wordml" w:rsidRPr="00C55BA6" w:rsidR="0085747A" w:rsidP="00B819C8" w:rsidRDefault="0085747A" w14:paraId="0FB7827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55BA6" w:rsidR="0085747A" w:rsidP="00B819C8" w:rsidRDefault="0085747A" w14:paraId="1FC3994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55BA6" w:rsidR="0085747A" w:rsidP="0085747A" w:rsidRDefault="0085747A" w14:paraId="1B066548" wp14:textId="77777777">
      <w:pPr>
        <w:pStyle w:val="Punktygwne"/>
        <w:numPr>
          <w:ilvl w:val="0"/>
          <w:numId w:val="38"/>
        </w:numPr>
        <w:spacing w:before="0" w:after="0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>METODY I KRYTERIA OCENY</w:t>
      </w:r>
    </w:p>
    <w:p xmlns:wp14="http://schemas.microsoft.com/office/word/2010/wordml" w:rsidRPr="00C55BA6" w:rsidR="0085747A" w:rsidP="00B819C8" w:rsidRDefault="0085747A" w14:paraId="53742ADA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55BA6">
        <w:rPr>
          <w:rFonts w:ascii="Corbel" w:hAnsi="Corbel"/>
          <w:b w:val="0"/>
          <w:smallCaps w:val="0"/>
          <w:szCs w:val="24"/>
        </w:rPr>
        <w:t>4.1 Sposoby</w:t>
      </w:r>
      <w:r w:rsidR="00C4327A">
        <w:rPr>
          <w:rFonts w:ascii="Corbel" w:hAnsi="Corbel"/>
          <w:b w:val="0"/>
          <w:smallCaps w:val="0"/>
          <w:szCs w:val="24"/>
        </w:rPr>
        <w:t xml:space="preserve"> weryfikacji efektów uczenia się</w:t>
      </w:r>
    </w:p>
    <w:p xmlns:wp14="http://schemas.microsoft.com/office/word/2010/wordml" w:rsidRPr="00C55BA6" w:rsidR="0085747A" w:rsidP="00B819C8" w:rsidRDefault="0085747A" w14:paraId="0562CB0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38"/>
        <w:gridCol w:w="4944"/>
        <w:gridCol w:w="2212"/>
      </w:tblGrid>
      <w:tr xmlns:wp14="http://schemas.microsoft.com/office/word/2010/wordml" w:rsidRPr="00C55BA6" w:rsidR="0085747A" w:rsidTr="2255C5F3" w14:paraId="67E0E783" wp14:textId="77777777">
        <w:tc>
          <w:tcPr>
            <w:tcW w:w="1984" w:type="dxa"/>
            <w:tcMar/>
          </w:tcPr>
          <w:p w:rsidRPr="00C55BA6" w:rsidR="0085747A" w:rsidP="005E6E85" w:rsidRDefault="0085747A" w14:paraId="59C1A4F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Pr="00C55BA6" w:rsidR="0085747A" w:rsidP="005E6E85" w:rsidRDefault="0085747A" w14:paraId="34CE0A4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  <w:tcMar/>
          </w:tcPr>
          <w:p w:rsidRPr="00C55BA6" w:rsidR="0085747A" w:rsidP="005E6E85" w:rsidRDefault="00C4327A" w14:paraId="4796215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C55BA6" w:rsidR="0085747A" w:rsidP="005E6E85" w:rsidRDefault="0085747A" w14:paraId="48CEE6E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Mar/>
          </w:tcPr>
          <w:p w:rsidRPr="00C55BA6" w:rsidR="0085747A" w:rsidP="005E6E85" w:rsidRDefault="0085747A" w14:paraId="52F61AD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C55BA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55BA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C55BA6" w:rsidR="002B419A" w:rsidTr="2255C5F3" w14:paraId="75A10217" wp14:textId="77777777">
        <w:tc>
          <w:tcPr>
            <w:tcW w:w="1984" w:type="dxa"/>
            <w:tcMar/>
          </w:tcPr>
          <w:p w:rsidRPr="00C55BA6" w:rsidR="002B419A" w:rsidP="00EE65F3" w:rsidRDefault="002B419A" w14:paraId="38E57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  <w:tcMar/>
          </w:tcPr>
          <w:p w:rsidRPr="00C55BA6" w:rsidR="002B419A" w:rsidP="2255C5F3" w:rsidRDefault="000A194C" w14:paraId="44938104" wp14:textId="11BCF6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2255C5F3" w:rsidR="71B886DB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 xml:space="preserve">Zaliczenie </w:t>
            </w:r>
            <w:r w:rsidRPr="2255C5F3" w:rsidR="71B886DB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pisemne</w:t>
            </w:r>
            <w:r w:rsidRPr="2255C5F3" w:rsidR="75D84694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, u</w:t>
            </w:r>
            <w:r w:rsidRPr="2255C5F3" w:rsidR="10BA0438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dział w ćwiczeniach w trakcie zajęć</w:t>
            </w:r>
          </w:p>
        </w:tc>
        <w:tc>
          <w:tcPr>
            <w:tcW w:w="2233" w:type="dxa"/>
            <w:tcMar/>
          </w:tcPr>
          <w:p w:rsidRPr="00C55BA6" w:rsidR="002B419A" w:rsidP="2255C5F3" w:rsidRDefault="00F1687E" w14:paraId="3F1C56C9" wp14:textId="0D997D6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2255C5F3" w:rsidR="323C63C7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warsztat</w:t>
            </w:r>
          </w:p>
        </w:tc>
      </w:tr>
      <w:tr xmlns:wp14="http://schemas.microsoft.com/office/word/2010/wordml" w:rsidRPr="00C55BA6" w:rsidR="002B419A" w:rsidTr="2255C5F3" w14:paraId="6B459CC6" wp14:textId="77777777">
        <w:tc>
          <w:tcPr>
            <w:tcW w:w="1984" w:type="dxa"/>
            <w:tcMar/>
          </w:tcPr>
          <w:p w:rsidRPr="00C55BA6" w:rsidR="002B419A" w:rsidP="00EE65F3" w:rsidRDefault="002B419A" w14:paraId="7E00188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Mar/>
          </w:tcPr>
          <w:p w:rsidRPr="00C55BA6" w:rsidR="002B419A" w:rsidP="2255C5F3" w:rsidRDefault="000A194C" w14:paraId="0E85E2AB" wp14:textId="7F8688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2255C5F3" w:rsidR="71CAFA31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Zaliczenie pisemne</w:t>
            </w:r>
            <w:r w:rsidRPr="2255C5F3" w:rsidR="75D84694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, u</w:t>
            </w:r>
            <w:r w:rsidRPr="2255C5F3" w:rsidR="10BA0438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dział w ćwiczeniach w trakcie zajęć</w:t>
            </w:r>
          </w:p>
        </w:tc>
        <w:tc>
          <w:tcPr>
            <w:tcW w:w="2233" w:type="dxa"/>
            <w:tcMar/>
          </w:tcPr>
          <w:p w:rsidRPr="00C55BA6" w:rsidR="002B419A" w:rsidP="2255C5F3" w:rsidRDefault="00F1687E" w14:paraId="569C77CD" wp14:textId="3BD858A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2255C5F3" w:rsidR="37ABC638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warsztat</w:t>
            </w:r>
          </w:p>
        </w:tc>
      </w:tr>
      <w:tr xmlns:wp14="http://schemas.microsoft.com/office/word/2010/wordml" w:rsidRPr="00C55BA6" w:rsidR="0025086A" w:rsidTr="2255C5F3" w14:paraId="364E92F6" wp14:textId="77777777">
        <w:tc>
          <w:tcPr>
            <w:tcW w:w="1984" w:type="dxa"/>
            <w:tcMar/>
          </w:tcPr>
          <w:p w:rsidRPr="00C55BA6" w:rsidR="0025086A" w:rsidP="00EE65F3" w:rsidRDefault="0025086A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  <w:tcMar/>
          </w:tcPr>
          <w:p w:rsidRPr="00C55BA6" w:rsidR="0025086A" w:rsidP="2255C5F3" w:rsidRDefault="000A194C" w14:paraId="7E53919C" wp14:textId="72EC7CD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2255C5F3" w:rsidR="778E94B9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 xml:space="preserve">Zaliczenie </w:t>
            </w:r>
            <w:r w:rsidRPr="2255C5F3" w:rsidR="778E94B9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pisemne</w:t>
            </w:r>
            <w:r w:rsidRPr="2255C5F3" w:rsidR="75D84694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, u</w:t>
            </w:r>
            <w:r w:rsidRPr="2255C5F3" w:rsidR="10BA0438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dział w ćwiczeniach w trakcie zajęć</w:t>
            </w:r>
          </w:p>
        </w:tc>
        <w:tc>
          <w:tcPr>
            <w:tcW w:w="2233" w:type="dxa"/>
            <w:tcMar/>
          </w:tcPr>
          <w:p w:rsidRPr="00C55BA6" w:rsidR="0025086A" w:rsidP="2255C5F3" w:rsidRDefault="00F1687E" w14:paraId="6EBE0FA3" wp14:textId="095C3D2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2255C5F3" w:rsidR="4BE6B72A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warsztat</w:t>
            </w:r>
          </w:p>
        </w:tc>
      </w:tr>
      <w:tr xmlns:wp14="http://schemas.microsoft.com/office/word/2010/wordml" w:rsidRPr="00C55BA6" w:rsidR="0025086A" w:rsidTr="2255C5F3" w14:paraId="3337065F" wp14:textId="77777777">
        <w:tc>
          <w:tcPr>
            <w:tcW w:w="1984" w:type="dxa"/>
            <w:tcMar/>
          </w:tcPr>
          <w:p w:rsidRPr="00C55BA6" w:rsidR="0025086A" w:rsidP="00EE65F3" w:rsidRDefault="0025086A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  <w:tcMar/>
          </w:tcPr>
          <w:p w:rsidRPr="00C55BA6" w:rsidR="0025086A" w:rsidP="2255C5F3" w:rsidRDefault="000A194C" w14:paraId="6A0CB226" wp14:textId="1064FC0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2255C5F3" w:rsidR="17A28D2B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Zaliczenie pisemne</w:t>
            </w:r>
            <w:r w:rsidRPr="2255C5F3" w:rsidR="75D84694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, u</w:t>
            </w:r>
            <w:r w:rsidRPr="2255C5F3" w:rsidR="10BA0438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dział w ćwiczeniach w trakcie zajęć</w:t>
            </w:r>
          </w:p>
        </w:tc>
        <w:tc>
          <w:tcPr>
            <w:tcW w:w="2233" w:type="dxa"/>
            <w:tcMar/>
          </w:tcPr>
          <w:p w:rsidRPr="00C55BA6" w:rsidR="0025086A" w:rsidP="2255C5F3" w:rsidRDefault="00F1687E" w14:paraId="3B93665F" wp14:textId="0B25699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2255C5F3" w:rsidR="32B634A7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warsztat</w:t>
            </w:r>
          </w:p>
        </w:tc>
      </w:tr>
      <w:tr xmlns:wp14="http://schemas.microsoft.com/office/word/2010/wordml" w:rsidRPr="00C55BA6" w:rsidR="0025086A" w:rsidTr="2255C5F3" w14:paraId="3C6D2D33" wp14:textId="77777777">
        <w:tc>
          <w:tcPr>
            <w:tcW w:w="1984" w:type="dxa"/>
            <w:tcMar/>
          </w:tcPr>
          <w:p w:rsidRPr="00C55BA6" w:rsidR="0025086A" w:rsidP="00EE65F3" w:rsidRDefault="0025086A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  <w:tcMar/>
          </w:tcPr>
          <w:p w:rsidRPr="00C55BA6" w:rsidR="0025086A" w:rsidP="2255C5F3" w:rsidRDefault="000A194C" w14:paraId="0C25F60F" wp14:textId="7A8CED3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2255C5F3" w:rsidR="3D89557B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U</w:t>
            </w:r>
            <w:r w:rsidRPr="2255C5F3" w:rsidR="10BA0438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dział w ćwiczeniach w trakcie zajęć</w:t>
            </w:r>
          </w:p>
        </w:tc>
        <w:tc>
          <w:tcPr>
            <w:tcW w:w="2233" w:type="dxa"/>
            <w:tcMar/>
          </w:tcPr>
          <w:p w:rsidRPr="00C55BA6" w:rsidR="0025086A" w:rsidP="2255C5F3" w:rsidRDefault="00F1687E" w14:paraId="69371403" wp14:textId="3A10485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2255C5F3" w:rsidR="61DF11FA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warsztat</w:t>
            </w:r>
          </w:p>
        </w:tc>
      </w:tr>
    </w:tbl>
    <w:p xmlns:wp14="http://schemas.microsoft.com/office/word/2010/wordml" w:rsidRPr="00C55BA6" w:rsidR="0085747A" w:rsidP="00B819C8" w:rsidRDefault="0085747A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55BA6" w:rsidR="0085747A" w:rsidP="00B819C8" w:rsidRDefault="0085747A" w14:paraId="6D98A12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55BA6" w:rsidR="0085747A" w:rsidP="00B819C8" w:rsidRDefault="0085747A" w14:paraId="357662CE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C55BA6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C55BA6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94"/>
      </w:tblGrid>
      <w:tr xmlns:wp14="http://schemas.microsoft.com/office/word/2010/wordml" w:rsidRPr="00C55BA6" w:rsidR="0085747A" w:rsidTr="36B61F05" w14:paraId="7A2CC960" wp14:textId="77777777">
        <w:tc>
          <w:tcPr>
            <w:tcW w:w="9244" w:type="dxa"/>
            <w:tcMar/>
          </w:tcPr>
          <w:p w:rsidRPr="00C55BA6" w:rsidR="0085747A" w:rsidP="36B61F05" w:rsidRDefault="000A194C" w14:paraId="4B2C1A8A" wp14:textId="1627A8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6B61F05" w:rsidR="2032494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Zaliczenie przedmiotu: </w:t>
            </w:r>
            <w:r w:rsidRPr="36B61F05" w:rsidR="2707FEE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zaliczenie pisemne. Pięć pytań otwartych z tematyki przedmiotu. </w:t>
            </w:r>
          </w:p>
          <w:p w:rsidR="36B61F05" w:rsidP="36B61F05" w:rsidRDefault="36B61F05" w14:paraId="090E72AC" w14:textId="6C4666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</w:pPr>
          </w:p>
          <w:p w:rsidR="2707FEE4" w:rsidP="131900D9" w:rsidRDefault="2707FEE4" w14:paraId="045AB79C" w14:textId="0D8C0990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36B61F05" w:rsidR="2707FEE4"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  <w:t>Kryteria oceniania:</w:t>
            </w:r>
          </w:p>
          <w:p w:rsidR="7CE42434" w:rsidP="36B61F05" w:rsidRDefault="7CE42434" w14:paraId="3AA51AC2" w14:textId="7B7D9138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6B61F05" w:rsidR="7CE4243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5,0 - </w:t>
            </w:r>
            <w:r w:rsidRPr="36B61F05" w:rsidR="3E0B2A0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kompletna</w:t>
            </w:r>
            <w:r w:rsidRPr="36B61F05" w:rsidR="7CE4243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odpowiedź na pięć pytań.</w:t>
            </w:r>
          </w:p>
          <w:p w:rsidR="7CE42434" w:rsidP="36B61F05" w:rsidRDefault="7CE42434" w14:paraId="7F6EB21B" w14:textId="7EF42ACF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6B61F05" w:rsidR="7CE4243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4,5- </w:t>
            </w:r>
            <w:r w:rsidRPr="36B61F05" w:rsidR="46F22BF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kompletna</w:t>
            </w:r>
            <w:r w:rsidRPr="36B61F05" w:rsidR="7CE4243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odpowiedź na cztery pytania i </w:t>
            </w:r>
            <w:r w:rsidRPr="36B61F05" w:rsidR="73C7583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odpowiedź</w:t>
            </w:r>
            <w:r w:rsidRPr="36B61F05" w:rsidR="7CE4243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częściow</w:t>
            </w:r>
            <w:r w:rsidRPr="36B61F05" w:rsidR="41AAAE4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a na jedno pytanie</w:t>
            </w:r>
            <w:r w:rsidRPr="36B61F05" w:rsidR="7CE4243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  <w:p w:rsidR="7CE42434" w:rsidP="36B61F05" w:rsidRDefault="7CE42434" w14:paraId="3F760474" w14:textId="27CB3C08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6B61F05" w:rsidR="7CE4243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4,0 - </w:t>
            </w:r>
            <w:r w:rsidRPr="36B61F05" w:rsidR="163CA1C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kompletna</w:t>
            </w:r>
            <w:r w:rsidRPr="36B61F05" w:rsidR="7CE4243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odpowiedź na cztery pytania</w:t>
            </w:r>
            <w:r w:rsidRPr="36B61F05" w:rsidR="4DB4684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  <w:p w:rsidR="7CE42434" w:rsidP="36B61F05" w:rsidRDefault="7CE42434" w14:paraId="0389F9C1" w14:textId="089720B5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6B61F05" w:rsidR="7CE4243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3,5 - </w:t>
            </w:r>
            <w:r w:rsidRPr="36B61F05" w:rsidR="5B68815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kompletna</w:t>
            </w:r>
            <w:r w:rsidRPr="36B61F05" w:rsidR="7CE4243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odpowiedź na </w:t>
            </w:r>
            <w:r w:rsidRPr="36B61F05" w:rsidR="20BDE04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trzy</w:t>
            </w:r>
            <w:r w:rsidRPr="36B61F05" w:rsidR="7CE4243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36B61F05" w:rsidR="7CE4243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pytania i </w:t>
            </w:r>
            <w:r w:rsidRPr="36B61F05" w:rsidR="31918D3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odpowiedź</w:t>
            </w:r>
            <w:r w:rsidRPr="36B61F05" w:rsidR="7CE4243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częściow</w:t>
            </w:r>
            <w:r w:rsidRPr="36B61F05" w:rsidR="041EF8BD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a na jedno pytanie.</w:t>
            </w:r>
          </w:p>
          <w:p w:rsidR="7CE42434" w:rsidP="36B61F05" w:rsidRDefault="7CE42434" w14:paraId="6B74C3A2" w14:textId="09704EBC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6B61F05" w:rsidR="7CE4243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3,0 - </w:t>
            </w:r>
            <w:r w:rsidRPr="36B61F05" w:rsidR="0EDB6E1D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kompletna</w:t>
            </w:r>
            <w:r w:rsidRPr="36B61F05" w:rsidR="7CE4243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odpowiedź na </w:t>
            </w:r>
            <w:r w:rsidRPr="36B61F05" w:rsidR="24B49C6D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trzy</w:t>
            </w:r>
            <w:r w:rsidRPr="36B61F05" w:rsidR="7CE4243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pytania</w:t>
            </w:r>
            <w:r w:rsidRPr="36B61F05" w:rsidR="4CA0F8F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  <w:p w:rsidR="131900D9" w:rsidP="131900D9" w:rsidRDefault="131900D9" w14:paraId="318A781B" w14:textId="5D3EF7BC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C55BA6" w:rsidR="0085747A" w:rsidP="1AB4E74F" w:rsidRDefault="000A194C" w14:paraId="74FB9095" wp14:textId="4AE907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AB4E74F" w:rsidR="79EADB47">
              <w:rPr>
                <w:rFonts w:ascii="Corbel" w:hAnsi="Corbel"/>
                <w:b w:val="0"/>
                <w:bCs w:val="0"/>
                <w:caps w:val="0"/>
                <w:smallCaps w:val="0"/>
              </w:rPr>
              <w:t>Aktywność</w:t>
            </w:r>
            <w:r w:rsidRPr="1AB4E74F" w:rsidR="1B4173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przy realizowaniu</w:t>
            </w:r>
            <w:r w:rsidRPr="1AB4E74F" w:rsidR="46F4383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ćwiczeń prakt</w:t>
            </w:r>
            <w:r w:rsidRPr="1AB4E74F" w:rsidR="3E2FC0CD">
              <w:rPr>
                <w:rFonts w:ascii="Corbel" w:hAnsi="Corbel"/>
                <w:b w:val="0"/>
                <w:bCs w:val="0"/>
                <w:caps w:val="0"/>
                <w:smallCaps w:val="0"/>
              </w:rPr>
              <w:t>ycznych w trakcie zajęć</w:t>
            </w:r>
            <w:r w:rsidRPr="1AB4E74F" w:rsidR="79EADB4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ma wpływ na podwyższenie oceny</w:t>
            </w:r>
            <w:r w:rsidRPr="1AB4E74F" w:rsidR="46F43834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</w:tbl>
    <w:p xmlns:wp14="http://schemas.microsoft.com/office/word/2010/wordml" w:rsidRPr="00C55BA6" w:rsidR="0085747A" w:rsidP="00B819C8" w:rsidRDefault="0085747A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55BA6" w:rsidR="0085747A" w:rsidP="00B819C8" w:rsidRDefault="0085747A" w14:paraId="4C0EBB83" wp14:textId="77777777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C55BA6"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p xmlns:wp14="http://schemas.microsoft.com/office/word/2010/wordml" w:rsidRPr="00C55BA6" w:rsidR="0085747A" w:rsidP="00B819C8" w:rsidRDefault="0085747A" w14:paraId="5997CC1D" wp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xmlns:wp14="http://schemas.microsoft.com/office/word/2010/wordml" w:rsidRPr="00C55BA6" w:rsidR="0085747A" w:rsidTr="2255C5F3" w14:paraId="68402990" wp14:textId="77777777">
        <w:tc>
          <w:tcPr>
            <w:tcW w:w="4066" w:type="dxa"/>
            <w:tcMar/>
          </w:tcPr>
          <w:p w:rsidRPr="00C55BA6" w:rsidR="0085747A" w:rsidP="00B819C8" w:rsidRDefault="0085747A" w14:paraId="760FC93A" wp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Aktywność</w:t>
            </w:r>
          </w:p>
        </w:tc>
        <w:tc>
          <w:tcPr>
            <w:tcW w:w="3402" w:type="dxa"/>
            <w:tcMar/>
          </w:tcPr>
          <w:p w:rsidRPr="00C55BA6" w:rsidR="0085747A" w:rsidP="00B819C8" w:rsidRDefault="0085747A" w14:paraId="6515DB13" wp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Liczba godzin/ nakład pracy studenta</w:t>
            </w:r>
          </w:p>
        </w:tc>
      </w:tr>
      <w:tr xmlns:wp14="http://schemas.microsoft.com/office/word/2010/wordml" w:rsidRPr="00C55BA6" w:rsidR="0085747A" w:rsidTr="2255C5F3" w14:paraId="52DED273" wp14:textId="77777777">
        <w:tc>
          <w:tcPr>
            <w:tcW w:w="4066" w:type="dxa"/>
            <w:tcMar/>
          </w:tcPr>
          <w:p w:rsidRPr="00C55BA6" w:rsidR="0085747A" w:rsidP="00B819C8" w:rsidRDefault="006B264B" w14:paraId="71240D37" wp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G</w:t>
            </w:r>
            <w:r w:rsidRPr="00C55BA6" w:rsidR="0085747A">
              <w:rPr>
                <w:rFonts w:ascii="Corbel" w:hAnsi="Corbel"/>
                <w:sz w:val="24"/>
                <w:szCs w:val="24"/>
              </w:rPr>
              <w:t>odzi</w:t>
            </w:r>
            <w:r w:rsidRPr="00C55BA6">
              <w:rPr>
                <w:rFonts w:ascii="Corbel" w:hAnsi="Corbel"/>
                <w:sz w:val="24"/>
                <w:szCs w:val="24"/>
              </w:rPr>
              <w:t>ny kontaktowe wynikające z planu studiów</w:t>
            </w:r>
          </w:p>
        </w:tc>
        <w:tc>
          <w:tcPr>
            <w:tcW w:w="3402" w:type="dxa"/>
            <w:tcMar/>
          </w:tcPr>
          <w:p w:rsidRPr="00C55BA6" w:rsidR="0085747A" w:rsidP="2255C5F3" w:rsidRDefault="00716A5C" w14:paraId="72A4FFC0" wp14:textId="777777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2255C5F3" w:rsidR="06B75A92">
              <w:rPr>
                <w:rFonts w:ascii="Corbel" w:hAnsi="Corbel"/>
                <w:i w:val="0"/>
                <w:iCs w:val="0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C55BA6" w:rsidR="006B264B" w:rsidTr="2255C5F3" w14:paraId="22408B90" wp14:textId="77777777">
        <w:tc>
          <w:tcPr>
            <w:tcW w:w="4066" w:type="dxa"/>
            <w:tcMar/>
          </w:tcPr>
          <w:p w:rsidRPr="00C55BA6" w:rsidR="006B264B" w:rsidP="006B264B" w:rsidRDefault="006B264B" w14:paraId="12145A9A" wp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Inne z udziałem nauczyciela (udział w konsultacjach, egzaminie)</w:t>
            </w:r>
          </w:p>
        </w:tc>
        <w:tc>
          <w:tcPr>
            <w:tcW w:w="3402" w:type="dxa"/>
            <w:tcMar/>
          </w:tcPr>
          <w:p w:rsidRPr="00C55BA6" w:rsidR="006B264B" w:rsidP="2255C5F3" w:rsidRDefault="006B264B" w14:paraId="78941E47" wp14:textId="777777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2255C5F3" w:rsidR="006B264B">
              <w:rPr>
                <w:rFonts w:ascii="Corbel" w:hAnsi="Corbel"/>
                <w:i w:val="0"/>
                <w:iCs w:val="0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C55BA6" w:rsidR="006B264B" w:rsidTr="2255C5F3" w14:paraId="0613C8F4" wp14:textId="77777777">
        <w:tc>
          <w:tcPr>
            <w:tcW w:w="4066" w:type="dxa"/>
            <w:tcMar/>
          </w:tcPr>
          <w:p w:rsidRPr="00C55BA6" w:rsidR="006B264B" w:rsidP="006B264B" w:rsidRDefault="006B264B" w14:paraId="07FEE3C9" wp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55BA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55BA6">
              <w:rPr>
                <w:rFonts w:ascii="Corbel" w:hAnsi="Corbel"/>
                <w:sz w:val="24"/>
                <w:szCs w:val="24"/>
              </w:rPr>
              <w:t xml:space="preserve"> – praca własna stu</w:t>
            </w:r>
            <w:r w:rsidR="0060645A">
              <w:rPr>
                <w:rFonts w:ascii="Corbel" w:hAnsi="Corbel"/>
                <w:sz w:val="24"/>
                <w:szCs w:val="24"/>
              </w:rPr>
              <w:t>denta (przygotowanie do zajęć, przygotowanie pracy projektowej</w:t>
            </w:r>
            <w:r w:rsidR="00543865">
              <w:rPr>
                <w:rFonts w:ascii="Corbel" w:hAnsi="Corbel"/>
                <w:sz w:val="24"/>
                <w:szCs w:val="24"/>
              </w:rPr>
              <w:t>, samodzielne studiowanie literatury z zakresu przedmiotu</w:t>
            </w:r>
            <w:r w:rsidRPr="00C55BA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3402" w:type="dxa"/>
            <w:tcMar/>
          </w:tcPr>
          <w:p w:rsidRPr="00C55BA6" w:rsidR="006B264B" w:rsidP="2255C5F3" w:rsidRDefault="00FA182B" w14:paraId="4BFDD700" wp14:textId="777777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2255C5F3" w:rsidR="0902AA6B">
              <w:rPr>
                <w:rFonts w:ascii="Corbel" w:hAnsi="Corbel"/>
                <w:i w:val="0"/>
                <w:iCs w:val="0"/>
                <w:sz w:val="24"/>
                <w:szCs w:val="24"/>
              </w:rPr>
              <w:t>25</w:t>
            </w:r>
          </w:p>
        </w:tc>
      </w:tr>
      <w:tr xmlns:wp14="http://schemas.microsoft.com/office/word/2010/wordml" w:rsidRPr="00C55BA6" w:rsidR="006B264B" w:rsidTr="2255C5F3" w14:paraId="4D6280AD" wp14:textId="77777777">
        <w:tc>
          <w:tcPr>
            <w:tcW w:w="4066" w:type="dxa"/>
            <w:tcMar/>
          </w:tcPr>
          <w:p w:rsidRPr="00C55BA6" w:rsidR="006B264B" w:rsidP="006B264B" w:rsidRDefault="006B264B" w14:paraId="3D4B2727" wp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  <w:tcMar/>
          </w:tcPr>
          <w:p w:rsidRPr="00C55BA6" w:rsidR="006B264B" w:rsidP="2255C5F3" w:rsidRDefault="006B264B" w14:paraId="68861898" wp14:textId="777777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2255C5F3" w:rsidR="006B264B">
              <w:rPr>
                <w:rFonts w:ascii="Corbel" w:hAnsi="Corbel"/>
                <w:i w:val="0"/>
                <w:iCs w:val="0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C55BA6" w:rsidR="006B264B" w:rsidTr="2255C5F3" w14:paraId="0AD00C0E" wp14:textId="77777777">
        <w:tc>
          <w:tcPr>
            <w:tcW w:w="4066" w:type="dxa"/>
            <w:tcMar/>
          </w:tcPr>
          <w:p w:rsidRPr="00C55BA6" w:rsidR="006B264B" w:rsidP="006B264B" w:rsidRDefault="006B264B" w14:paraId="5FD1C35E" wp14:textId="777777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5BA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  <w:tcMar/>
          </w:tcPr>
          <w:p w:rsidRPr="00C55BA6" w:rsidR="006B264B" w:rsidP="2255C5F3" w:rsidRDefault="006B264B" w14:paraId="7144751B" wp14:textId="777777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2255C5F3" w:rsidR="006B264B">
              <w:rPr>
                <w:rFonts w:ascii="Corbel" w:hAnsi="Corbel"/>
                <w:i w:val="0"/>
                <w:iCs w:val="0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C55BA6" w:rsidR="0085747A" w:rsidP="00B819C8" w:rsidRDefault="0085747A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BE1FE2" w:rsidR="0085747A" w:rsidP="00B819C8" w:rsidRDefault="0085747A" w14:paraId="6B699379" wp14:textId="77777777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xmlns:wp14="http://schemas.microsoft.com/office/word/2010/wordml" w:rsidRPr="00BE1FE2" w:rsidR="0085747A" w:rsidP="0085747A" w:rsidRDefault="0085747A" w14:paraId="42401670" wp14:textId="77777777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Cs w:val="24"/>
        </w:rPr>
      </w:pPr>
      <w:r w:rsidRPr="00BE1FE2">
        <w:rPr>
          <w:rFonts w:ascii="Corbel" w:hAnsi="Corbel"/>
          <w:smallCaps w:val="0"/>
          <w:szCs w:val="24"/>
        </w:rPr>
        <w:t>PRAKTYKI ZAWODOWE W RAMACH PRZEDMIOTU/ MODUŁU</w:t>
      </w:r>
    </w:p>
    <w:p xmlns:wp14="http://schemas.microsoft.com/office/word/2010/wordml" w:rsidRPr="00C55BA6" w:rsidR="0085747A" w:rsidP="00B819C8" w:rsidRDefault="0085747A" w14:paraId="3FE9F23F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xmlns:wp14="http://schemas.microsoft.com/office/word/2010/wordml" w:rsidRPr="00C55BA6" w:rsidR="0085747A" w:rsidTr="00C00633" w14:paraId="146D6691" wp14:textId="77777777">
        <w:tc>
          <w:tcPr>
            <w:tcW w:w="3544" w:type="dxa"/>
          </w:tcPr>
          <w:p w:rsidRPr="00C55BA6" w:rsidR="0085747A" w:rsidP="005E6E85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5" w:type="dxa"/>
          </w:tcPr>
          <w:p w:rsidRPr="00C55BA6" w:rsidR="0085747A" w:rsidP="000E3792" w:rsidRDefault="0085747A" w14:paraId="1F72F64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  <w:tr xmlns:wp14="http://schemas.microsoft.com/office/word/2010/wordml" w:rsidRPr="00C55BA6" w:rsidR="0085747A" w:rsidTr="00C00633" w14:paraId="05EFD703" wp14:textId="77777777">
        <w:tc>
          <w:tcPr>
            <w:tcW w:w="3544" w:type="dxa"/>
          </w:tcPr>
          <w:p w:rsidRPr="00C55BA6" w:rsidR="0085747A" w:rsidP="005E6E85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5" w:type="dxa"/>
          </w:tcPr>
          <w:p w:rsidRPr="00C55BA6" w:rsidR="0085747A" w:rsidP="000E3792" w:rsidRDefault="0085747A" w14:paraId="08CE6F91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xmlns:wp14="http://schemas.microsoft.com/office/word/2010/wordml" w:rsidRPr="00C55BA6" w:rsidR="0085747A" w:rsidP="00B819C8" w:rsidRDefault="0085747A" w14:paraId="61CDCEA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55BA6" w:rsidR="0085747A" w:rsidP="0085747A" w:rsidRDefault="0085747A" w14:paraId="21668AA4" wp14:textId="77777777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89"/>
      </w:tblGrid>
      <w:tr xmlns:wp14="http://schemas.microsoft.com/office/word/2010/wordml" w:rsidRPr="00C55BA6" w:rsidR="0085747A" w:rsidTr="1AB4E74F" w14:paraId="1E006E0E" wp14:textId="77777777">
        <w:tc>
          <w:tcPr>
            <w:tcW w:w="8789" w:type="dxa"/>
            <w:tcMar/>
          </w:tcPr>
          <w:p w:rsidRPr="00C55BA6" w:rsidR="0085747A" w:rsidP="005E6E85" w:rsidRDefault="0085747A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C55BA6" w:rsidR="0085747A" w:rsidP="1AB4E74F" w:rsidRDefault="00B44CD3" w14:paraId="683C6B17" wp14:textId="08B5C751">
            <w:pPr>
              <w:pStyle w:val="Punktygwne"/>
              <w:spacing w:before="0" w:after="0" w:line="240" w:lineRule="auto"/>
              <w:rPr>
                <w:rFonts w:ascii="Corbel" w:hAnsi="Corbel"/>
                <w:b w:val="0"/>
                <w:bCs w:val="0"/>
                <w:caps w:val="0"/>
                <w:smallCaps w:val="0"/>
                <w:color w:val="FF0000"/>
              </w:rPr>
            </w:pPr>
            <w:r w:rsidRPr="1AB4E74F" w:rsidR="00DC2C3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Żak R., </w:t>
            </w:r>
            <w:r w:rsidRPr="1AB4E74F" w:rsidR="00DC2C3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Rozwój osobisty: instrukcja obsługi</w:t>
            </w:r>
            <w:r w:rsidRPr="1AB4E74F" w:rsidR="00DC2C30">
              <w:rPr>
                <w:rFonts w:ascii="Corbel" w:hAnsi="Corbel"/>
                <w:b w:val="0"/>
                <w:bCs w:val="0"/>
                <w:caps w:val="0"/>
                <w:smallCaps w:val="0"/>
              </w:rPr>
              <w:t>, Warszawa 2015.</w:t>
            </w:r>
          </w:p>
          <w:p w:rsidR="1AB4E74F" w:rsidP="1AB4E74F" w:rsidRDefault="1AB4E74F" w14:paraId="2137C774" w14:textId="48C7DDCD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C55BA6" w:rsidR="0085747A" w:rsidP="243F29E0" w:rsidRDefault="00B44CD3" w14:paraId="1FE6170B" wp14:textId="6D9E71AC">
            <w:pPr>
              <w:tabs>
                <w:tab w:val="left" w:leader="none" w:pos="6840"/>
              </w:tabs>
              <w:spacing w:line="257" w:lineRule="auto"/>
            </w:pPr>
            <w:proofErr w:type="spellStart"/>
            <w:r w:rsidRPr="243F29E0" w:rsidR="27F5EF7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Ciapiga</w:t>
            </w:r>
            <w:proofErr w:type="spellEnd"/>
            <w:r w:rsidRPr="243F29E0" w:rsidR="27F5EF7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M., </w:t>
            </w:r>
            <w:r w:rsidRPr="243F29E0" w:rsidR="27F5EF7D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Motywacja przez wielkie M: zmierzaj do </w:t>
            </w:r>
            <w:proofErr w:type="gramStart"/>
            <w:r w:rsidRPr="243F29E0" w:rsidR="27F5EF7D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celu:  praktyczny</w:t>
            </w:r>
            <w:proofErr w:type="gramEnd"/>
            <w:r w:rsidRPr="243F29E0" w:rsidR="27F5EF7D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 poradnik rozwoju osobistego</w:t>
            </w:r>
            <w:r w:rsidRPr="243F29E0" w:rsidR="27F5EF7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Konstancin-Jeziorna 2015.</w:t>
            </w:r>
          </w:p>
        </w:tc>
      </w:tr>
      <w:tr xmlns:wp14="http://schemas.microsoft.com/office/word/2010/wordml" w:rsidRPr="00C55BA6" w:rsidR="0085747A" w:rsidTr="1AB4E74F" w14:paraId="768BD5DB" wp14:textId="77777777">
        <w:tc>
          <w:tcPr>
            <w:tcW w:w="8789" w:type="dxa"/>
            <w:tcMar/>
          </w:tcPr>
          <w:p w:rsidRPr="00C55BA6" w:rsidR="0085747A" w:rsidP="005E6E85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  <w:r w:rsidRPr="69BE33CD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Pr="00C55BA6" w:rsidR="0085747A" w:rsidP="1AB4E74F" w:rsidRDefault="0085747A" w14:paraId="32A3E88A" wp14:textId="6695070E">
            <w:pPr>
              <w:tabs>
                <w:tab w:val="left" w:leader="none" w:pos="6840"/>
              </w:tabs>
              <w:spacing w:line="257" w:lineRule="auto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proofErr w:type="spellStart"/>
            <w:r w:rsidRPr="1AB4E74F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Schein</w:t>
            </w:r>
            <w:proofErr w:type="spellEnd"/>
            <w:r w:rsidRPr="1AB4E74F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H. E., </w:t>
            </w:r>
            <w:r w:rsidRPr="1AB4E74F" w:rsidR="0D58521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Potęga dobrej komunikacji w zespole</w:t>
            </w:r>
            <w:r w:rsidRPr="1AB4E74F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 2019.</w:t>
            </w:r>
          </w:p>
          <w:p w:rsidRPr="00C55BA6" w:rsidR="0085747A" w:rsidP="1AB4E74F" w:rsidRDefault="0085747A" w14:paraId="471D3EA1" wp14:textId="5339C51B">
            <w:pPr>
              <w:tabs>
                <w:tab w:val="left" w:leader="none" w:pos="6840"/>
              </w:tabs>
              <w:spacing w:line="257" w:lineRule="auto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1AB4E74F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Covey</w:t>
            </w:r>
            <w:r w:rsidRPr="1AB4E74F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S. R., </w:t>
            </w:r>
            <w:r w:rsidRPr="1AB4E74F" w:rsidR="0D58521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Najpierw rzeczy najważniejsze</w:t>
            </w:r>
            <w:r w:rsidRPr="1AB4E74F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Poznań 2018.</w:t>
            </w:r>
          </w:p>
          <w:p w:rsidRPr="00C55BA6" w:rsidR="0085747A" w:rsidP="69BE33CD" w:rsidRDefault="0085747A" w14:paraId="188854B0" wp14:textId="0A878CB7">
            <w:pPr>
              <w:tabs>
                <w:tab w:val="left" w:leader="none" w:pos="6840"/>
              </w:tabs>
              <w:spacing w:line="257" w:lineRule="auto"/>
              <w:jc w:val="both"/>
            </w:pPr>
            <w:r w:rsidRPr="69BE33CD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Wojcieszke B., </w:t>
            </w:r>
            <w:r w:rsidRPr="69BE33CD" w:rsidR="0D58521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Psychologia społeczna</w:t>
            </w:r>
            <w:r w:rsidRPr="69BE33CD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 2019.</w:t>
            </w:r>
          </w:p>
          <w:p w:rsidRPr="00C55BA6" w:rsidR="0085747A" w:rsidP="69BE33CD" w:rsidRDefault="0085747A" w14:paraId="2A533E82" wp14:textId="799D3EA7">
            <w:pPr>
              <w:tabs>
                <w:tab w:val="left" w:leader="none" w:pos="6840"/>
              </w:tabs>
              <w:spacing w:line="257" w:lineRule="auto"/>
              <w:jc w:val="both"/>
            </w:pPr>
            <w:r w:rsidRPr="69BE33CD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R. Mayer, </w:t>
            </w:r>
            <w:r w:rsidRPr="69BE33CD" w:rsidR="0D58521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Jak wygrać każde negocjacje: nie podnosząc głosu, nie tracąc zimnej krwi i nie wybuchając gniewem</w:t>
            </w:r>
            <w:r w:rsidRPr="69BE33CD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 2018.</w:t>
            </w:r>
          </w:p>
          <w:p w:rsidRPr="00C55BA6" w:rsidR="0085747A" w:rsidP="69BE33CD" w:rsidRDefault="0085747A" w14:paraId="0446ADFF" wp14:textId="5125BC51">
            <w:pPr>
              <w:tabs>
                <w:tab w:val="left" w:leader="none" w:pos="6840"/>
              </w:tabs>
              <w:spacing w:line="257" w:lineRule="auto"/>
              <w:jc w:val="both"/>
            </w:pPr>
            <w:r w:rsidRPr="69BE33CD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Rzędowska A., Rzędowski J., </w:t>
            </w:r>
            <w:r w:rsidRPr="69BE33CD" w:rsidR="0D58521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Mówca doskonały. Wystąpienia publiczne w praktyce</w:t>
            </w:r>
            <w:r w:rsidRPr="69BE33CD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Gliwice 2018.</w:t>
            </w:r>
          </w:p>
          <w:p w:rsidRPr="00C55BA6" w:rsidR="0085747A" w:rsidP="69BE33CD" w:rsidRDefault="0085747A" w14:paraId="6BB9E253" wp14:textId="5ABEEB89">
            <w:pPr>
              <w:tabs>
                <w:tab w:val="left" w:leader="none" w:pos="6840"/>
              </w:tabs>
              <w:spacing w:line="257" w:lineRule="auto"/>
              <w:jc w:val="both"/>
            </w:pPr>
            <w:r w:rsidRPr="69BE33CD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Kamińska-Radomska I., </w:t>
            </w:r>
            <w:r w:rsidRPr="69BE33CD" w:rsidR="0D58521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Etykieta </w:t>
            </w:r>
            <w:proofErr w:type="gramStart"/>
            <w:r w:rsidRPr="69BE33CD" w:rsidR="0D58521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biznesu</w:t>
            </w:r>
            <w:proofErr w:type="gramEnd"/>
            <w:r w:rsidRPr="69BE33CD" w:rsidR="0D58521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 czyli międzynarodowy język kurtuazji</w:t>
            </w:r>
            <w:r w:rsidRPr="69BE33CD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 2020.</w:t>
            </w:r>
          </w:p>
        </w:tc>
      </w:tr>
    </w:tbl>
    <w:p xmlns:wp14="http://schemas.microsoft.com/office/word/2010/wordml" w:rsidRPr="00C55BA6" w:rsidR="0085747A" w:rsidP="00B819C8" w:rsidRDefault="0085747A" w14:paraId="23DE523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55BA6" w:rsidR="0085747A" w:rsidP="00B819C8" w:rsidRDefault="0085747A" w14:paraId="52E56223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55BA6" w:rsidR="0085747A" w:rsidP="00B819C8" w:rsidRDefault="0085747A" w14:paraId="07547A0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85747A" w:rsidP="004228F3" w:rsidRDefault="00BE1FE2" w14:paraId="6C2E0680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</w:t>
      </w:r>
      <w:r w:rsidRPr="00C55BA6" w:rsidR="0085747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xmlns:wp14="http://schemas.microsoft.com/office/word/2010/wordml" w:rsidRPr="00C55BA6" w:rsidR="009B62C3" w:rsidP="004228F3" w:rsidRDefault="00BE1FE2" w14:paraId="39B6B1D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</w:p>
    <w:sectPr w:rsidRPr="00C55BA6" w:rsidR="009B62C3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7435EC" w:rsidP="00C16ABF" w:rsidRDefault="007435EC" w14:paraId="6537F28F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7435EC" w:rsidP="00C16ABF" w:rsidRDefault="007435EC" w14:paraId="6DFB9E20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7435EC" w:rsidP="00C16ABF" w:rsidRDefault="007435EC" w14:paraId="5043CB0F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7435EC" w:rsidP="00C16ABF" w:rsidRDefault="007435EC" w14:paraId="07459315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3668E1"/>
    <w:multiLevelType w:val="hybridMultilevel"/>
    <w:tmpl w:val="6A48C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hAnsi="Calibri" w:eastAsia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eastAsia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eastAsia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8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hAnsi="Calibri" w:eastAsia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4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4"/>
  </w:num>
  <w:num w:numId="2">
    <w:abstractNumId w:val="43"/>
  </w:num>
  <w:num w:numId="3">
    <w:abstractNumId w:val="45"/>
  </w:num>
  <w:num w:numId="4">
    <w:abstractNumId w:val="17"/>
  </w:num>
  <w:num w:numId="5">
    <w:abstractNumId w:val="5"/>
  </w:num>
  <w:num w:numId="6">
    <w:abstractNumId w:val="27"/>
  </w:num>
  <w:num w:numId="7">
    <w:abstractNumId w:val="32"/>
  </w:num>
  <w:num w:numId="8">
    <w:abstractNumId w:val="19"/>
  </w:num>
  <w:num w:numId="9">
    <w:abstractNumId w:val="40"/>
  </w:num>
  <w:num w:numId="10">
    <w:abstractNumId w:val="41"/>
  </w:num>
  <w:num w:numId="11">
    <w:abstractNumId w:val="33"/>
  </w:num>
  <w:num w:numId="12">
    <w:abstractNumId w:val="23"/>
  </w:num>
  <w:num w:numId="13">
    <w:abstractNumId w:val="21"/>
  </w:num>
  <w:num w:numId="14">
    <w:abstractNumId w:val="42"/>
  </w:num>
  <w:num w:numId="15">
    <w:abstractNumId w:val="8"/>
  </w:num>
  <w:num w:numId="16">
    <w:abstractNumId w:val="46"/>
  </w:num>
  <w:num w:numId="17">
    <w:abstractNumId w:val="30"/>
  </w:num>
  <w:num w:numId="18">
    <w:abstractNumId w:val="11"/>
  </w:num>
  <w:num w:numId="19">
    <w:abstractNumId w:val="4"/>
  </w:num>
  <w:num w:numId="20">
    <w:abstractNumId w:val="29"/>
  </w:num>
  <w:num w:numId="21">
    <w:abstractNumId w:val="1"/>
  </w:num>
  <w:num w:numId="22">
    <w:abstractNumId w:val="7"/>
  </w:num>
  <w:num w:numId="23">
    <w:abstractNumId w:val="38"/>
  </w:num>
  <w:num w:numId="24">
    <w:abstractNumId w:val="24"/>
  </w:num>
  <w:num w:numId="25">
    <w:abstractNumId w:val="39"/>
  </w:num>
  <w:num w:numId="26">
    <w:abstractNumId w:val="28"/>
  </w:num>
  <w:num w:numId="27">
    <w:abstractNumId w:val="10"/>
  </w:num>
  <w:num w:numId="28">
    <w:abstractNumId w:val="3"/>
  </w:num>
  <w:num w:numId="29">
    <w:abstractNumId w:val="15"/>
  </w:num>
  <w:num w:numId="30">
    <w:abstractNumId w:val="20"/>
  </w:num>
  <w:num w:numId="31">
    <w:abstractNumId w:val="26"/>
  </w:num>
  <w:num w:numId="32">
    <w:abstractNumId w:val="13"/>
  </w:num>
  <w:num w:numId="33">
    <w:abstractNumId w:val="22"/>
  </w:num>
  <w:num w:numId="34">
    <w:abstractNumId w:val="14"/>
  </w:num>
  <w:num w:numId="35">
    <w:abstractNumId w:val="6"/>
  </w:num>
  <w:num w:numId="36">
    <w:abstractNumId w:val="9"/>
  </w:num>
  <w:num w:numId="37">
    <w:abstractNumId w:val="12"/>
  </w:num>
  <w:num w:numId="38">
    <w:abstractNumId w:val="2"/>
  </w:num>
  <w:num w:numId="39">
    <w:abstractNumId w:val="37"/>
  </w:num>
  <w:num w:numId="40">
    <w:abstractNumId w:val="34"/>
  </w:num>
  <w:num w:numId="41">
    <w:abstractNumId w:val="16"/>
  </w:num>
  <w:num w:numId="42">
    <w:abstractNumId w:val="0"/>
  </w:num>
  <w:num w:numId="43">
    <w:abstractNumId w:val="36"/>
  </w:num>
  <w:num w:numId="44">
    <w:abstractNumId w:val="35"/>
  </w:num>
  <w:num w:numId="45">
    <w:abstractNumId w:val="25"/>
  </w:num>
  <w:num w:numId="46">
    <w:abstractNumId w:val="31"/>
  </w:num>
  <w:num w:numId="47">
    <w:abstractNumId w:val="1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BF1"/>
    <w:rsid w:val="000077B4"/>
    <w:rsid w:val="00022ECE"/>
    <w:rsid w:val="00025FB6"/>
    <w:rsid w:val="00042A51"/>
    <w:rsid w:val="00042D2E"/>
    <w:rsid w:val="00044C82"/>
    <w:rsid w:val="00070ED6"/>
    <w:rsid w:val="000742DC"/>
    <w:rsid w:val="00080B77"/>
    <w:rsid w:val="00084C12"/>
    <w:rsid w:val="00091CFD"/>
    <w:rsid w:val="00094B12"/>
    <w:rsid w:val="00096C46"/>
    <w:rsid w:val="000A194C"/>
    <w:rsid w:val="000A296F"/>
    <w:rsid w:val="000A2A28"/>
    <w:rsid w:val="000A3784"/>
    <w:rsid w:val="000A52EC"/>
    <w:rsid w:val="000A74A6"/>
    <w:rsid w:val="000B192D"/>
    <w:rsid w:val="000B28EE"/>
    <w:rsid w:val="000B3E37"/>
    <w:rsid w:val="000B5A5C"/>
    <w:rsid w:val="000C2DCE"/>
    <w:rsid w:val="000D04B0"/>
    <w:rsid w:val="000E3792"/>
    <w:rsid w:val="000E4975"/>
    <w:rsid w:val="000E4C24"/>
    <w:rsid w:val="000F1C57"/>
    <w:rsid w:val="000F5615"/>
    <w:rsid w:val="001008FE"/>
    <w:rsid w:val="00100EAE"/>
    <w:rsid w:val="0010148A"/>
    <w:rsid w:val="001104FD"/>
    <w:rsid w:val="0012560E"/>
    <w:rsid w:val="00127108"/>
    <w:rsid w:val="00134B13"/>
    <w:rsid w:val="00136205"/>
    <w:rsid w:val="00146BC0"/>
    <w:rsid w:val="0014734D"/>
    <w:rsid w:val="00154381"/>
    <w:rsid w:val="00164130"/>
    <w:rsid w:val="00164FA7"/>
    <w:rsid w:val="0016563F"/>
    <w:rsid w:val="00166A03"/>
    <w:rsid w:val="00166EA6"/>
    <w:rsid w:val="00176083"/>
    <w:rsid w:val="001917BD"/>
    <w:rsid w:val="001A2349"/>
    <w:rsid w:val="001A70D2"/>
    <w:rsid w:val="001B67E6"/>
    <w:rsid w:val="001B6E52"/>
    <w:rsid w:val="001C3608"/>
    <w:rsid w:val="001C456F"/>
    <w:rsid w:val="001D24F4"/>
    <w:rsid w:val="001D657B"/>
    <w:rsid w:val="001E0209"/>
    <w:rsid w:val="001F2CA2"/>
    <w:rsid w:val="00203B72"/>
    <w:rsid w:val="002144C0"/>
    <w:rsid w:val="0022477D"/>
    <w:rsid w:val="002336F9"/>
    <w:rsid w:val="00237BAE"/>
    <w:rsid w:val="0024028F"/>
    <w:rsid w:val="00244ABC"/>
    <w:rsid w:val="0025086A"/>
    <w:rsid w:val="00257B94"/>
    <w:rsid w:val="00281FF2"/>
    <w:rsid w:val="002857DE"/>
    <w:rsid w:val="00291567"/>
    <w:rsid w:val="002A2389"/>
    <w:rsid w:val="002A671D"/>
    <w:rsid w:val="002B419A"/>
    <w:rsid w:val="002B4D55"/>
    <w:rsid w:val="002B6119"/>
    <w:rsid w:val="002C1F06"/>
    <w:rsid w:val="002C487D"/>
    <w:rsid w:val="002D69D6"/>
    <w:rsid w:val="002D73D4"/>
    <w:rsid w:val="002E3ECA"/>
    <w:rsid w:val="002F02A3"/>
    <w:rsid w:val="002F07F5"/>
    <w:rsid w:val="002F60EB"/>
    <w:rsid w:val="002F757E"/>
    <w:rsid w:val="003008AD"/>
    <w:rsid w:val="003018BA"/>
    <w:rsid w:val="00303CDC"/>
    <w:rsid w:val="00305C92"/>
    <w:rsid w:val="003151C5"/>
    <w:rsid w:val="00323F0D"/>
    <w:rsid w:val="003341A2"/>
    <w:rsid w:val="003343CF"/>
    <w:rsid w:val="00335004"/>
    <w:rsid w:val="00346FE9"/>
    <w:rsid w:val="0034759A"/>
    <w:rsid w:val="003503F6"/>
    <w:rsid w:val="003530DD"/>
    <w:rsid w:val="00374086"/>
    <w:rsid w:val="003845E3"/>
    <w:rsid w:val="00384777"/>
    <w:rsid w:val="00385B10"/>
    <w:rsid w:val="003A1176"/>
    <w:rsid w:val="003C0BAE"/>
    <w:rsid w:val="003C12A7"/>
    <w:rsid w:val="003D18A9"/>
    <w:rsid w:val="003D6CE2"/>
    <w:rsid w:val="003E1971"/>
    <w:rsid w:val="003E2FE6"/>
    <w:rsid w:val="003E49D5"/>
    <w:rsid w:val="003F1A79"/>
    <w:rsid w:val="00407BFF"/>
    <w:rsid w:val="00414E3C"/>
    <w:rsid w:val="00422214"/>
    <w:rsid w:val="0042244A"/>
    <w:rsid w:val="004228F3"/>
    <w:rsid w:val="0042745A"/>
    <w:rsid w:val="00431910"/>
    <w:rsid w:val="004362C6"/>
    <w:rsid w:val="00437FA2"/>
    <w:rsid w:val="0044790B"/>
    <w:rsid w:val="00450F3E"/>
    <w:rsid w:val="004518E4"/>
    <w:rsid w:val="00453D3A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BA8"/>
    <w:rsid w:val="004A4D1F"/>
    <w:rsid w:val="004C053B"/>
    <w:rsid w:val="004C3D35"/>
    <w:rsid w:val="004D5282"/>
    <w:rsid w:val="004D63DB"/>
    <w:rsid w:val="004E3FC0"/>
    <w:rsid w:val="004F109A"/>
    <w:rsid w:val="004F1551"/>
    <w:rsid w:val="004F55A3"/>
    <w:rsid w:val="00503A28"/>
    <w:rsid w:val="0050496F"/>
    <w:rsid w:val="00510A2E"/>
    <w:rsid w:val="0053213C"/>
    <w:rsid w:val="005363C4"/>
    <w:rsid w:val="00536BDE"/>
    <w:rsid w:val="00536F8E"/>
    <w:rsid w:val="00543865"/>
    <w:rsid w:val="00543ACC"/>
    <w:rsid w:val="00551841"/>
    <w:rsid w:val="00557647"/>
    <w:rsid w:val="0056646A"/>
    <w:rsid w:val="00575FA1"/>
    <w:rsid w:val="005A0855"/>
    <w:rsid w:val="005A3196"/>
    <w:rsid w:val="005B306F"/>
    <w:rsid w:val="005C080F"/>
    <w:rsid w:val="005C4272"/>
    <w:rsid w:val="005C55E5"/>
    <w:rsid w:val="005C696A"/>
    <w:rsid w:val="005E12BA"/>
    <w:rsid w:val="005E293D"/>
    <w:rsid w:val="005E2ED5"/>
    <w:rsid w:val="005E6E85"/>
    <w:rsid w:val="005F31D2"/>
    <w:rsid w:val="0060645A"/>
    <w:rsid w:val="0061029B"/>
    <w:rsid w:val="00621CE1"/>
    <w:rsid w:val="00623643"/>
    <w:rsid w:val="00647FA8"/>
    <w:rsid w:val="0066108B"/>
    <w:rsid w:val="006620D9"/>
    <w:rsid w:val="00671958"/>
    <w:rsid w:val="00672E05"/>
    <w:rsid w:val="006807B5"/>
    <w:rsid w:val="006A6C1F"/>
    <w:rsid w:val="006B264B"/>
    <w:rsid w:val="006C42E1"/>
    <w:rsid w:val="006C5BE9"/>
    <w:rsid w:val="006C66B4"/>
    <w:rsid w:val="006D050F"/>
    <w:rsid w:val="006D13BE"/>
    <w:rsid w:val="006D6139"/>
    <w:rsid w:val="006D7805"/>
    <w:rsid w:val="006E3985"/>
    <w:rsid w:val="006E5D65"/>
    <w:rsid w:val="006E6F93"/>
    <w:rsid w:val="006F1FBC"/>
    <w:rsid w:val="00703297"/>
    <w:rsid w:val="007072BA"/>
    <w:rsid w:val="00716A5C"/>
    <w:rsid w:val="00724677"/>
    <w:rsid w:val="00725459"/>
    <w:rsid w:val="0073321E"/>
    <w:rsid w:val="00734608"/>
    <w:rsid w:val="007435EC"/>
    <w:rsid w:val="007461D6"/>
    <w:rsid w:val="007463A9"/>
    <w:rsid w:val="00746EC8"/>
    <w:rsid w:val="00752B87"/>
    <w:rsid w:val="00763BF1"/>
    <w:rsid w:val="00766FD4"/>
    <w:rsid w:val="0078168C"/>
    <w:rsid w:val="00784024"/>
    <w:rsid w:val="00790E27"/>
    <w:rsid w:val="007A13A6"/>
    <w:rsid w:val="007A4022"/>
    <w:rsid w:val="007A6E6E"/>
    <w:rsid w:val="007C3299"/>
    <w:rsid w:val="007C3BCC"/>
    <w:rsid w:val="007D269A"/>
    <w:rsid w:val="007D6E56"/>
    <w:rsid w:val="007F4155"/>
    <w:rsid w:val="0081707E"/>
    <w:rsid w:val="008267CE"/>
    <w:rsid w:val="00835BF0"/>
    <w:rsid w:val="008374E0"/>
    <w:rsid w:val="008449B3"/>
    <w:rsid w:val="0084596D"/>
    <w:rsid w:val="0085747A"/>
    <w:rsid w:val="008618C0"/>
    <w:rsid w:val="00861ABC"/>
    <w:rsid w:val="00882A1B"/>
    <w:rsid w:val="008853C0"/>
    <w:rsid w:val="00885F64"/>
    <w:rsid w:val="008917F9"/>
    <w:rsid w:val="0089736A"/>
    <w:rsid w:val="008A45F7"/>
    <w:rsid w:val="008A62A9"/>
    <w:rsid w:val="008C0CC0"/>
    <w:rsid w:val="008C19A9"/>
    <w:rsid w:val="008C2CB7"/>
    <w:rsid w:val="008C379D"/>
    <w:rsid w:val="008C4128"/>
    <w:rsid w:val="008C5147"/>
    <w:rsid w:val="008C5359"/>
    <w:rsid w:val="008C5363"/>
    <w:rsid w:val="008C69E1"/>
    <w:rsid w:val="008D3B84"/>
    <w:rsid w:val="008D3DFB"/>
    <w:rsid w:val="008E64F4"/>
    <w:rsid w:val="008F12C9"/>
    <w:rsid w:val="008F6E29"/>
    <w:rsid w:val="00911A34"/>
    <w:rsid w:val="00914562"/>
    <w:rsid w:val="00916188"/>
    <w:rsid w:val="00932197"/>
    <w:rsid w:val="00947E8E"/>
    <w:rsid w:val="009514C0"/>
    <w:rsid w:val="00954A07"/>
    <w:rsid w:val="00966B0D"/>
    <w:rsid w:val="0097341D"/>
    <w:rsid w:val="00977ECE"/>
    <w:rsid w:val="00986055"/>
    <w:rsid w:val="009A63F4"/>
    <w:rsid w:val="009A78D9"/>
    <w:rsid w:val="009B1331"/>
    <w:rsid w:val="009B27F3"/>
    <w:rsid w:val="009B62C3"/>
    <w:rsid w:val="009B6488"/>
    <w:rsid w:val="009C3E31"/>
    <w:rsid w:val="009C788E"/>
    <w:rsid w:val="009F3C5C"/>
    <w:rsid w:val="00A00FFF"/>
    <w:rsid w:val="00A21122"/>
    <w:rsid w:val="00A2245B"/>
    <w:rsid w:val="00A25EFB"/>
    <w:rsid w:val="00A30110"/>
    <w:rsid w:val="00A33E68"/>
    <w:rsid w:val="00A35C9A"/>
    <w:rsid w:val="00A36899"/>
    <w:rsid w:val="00A371F6"/>
    <w:rsid w:val="00A54817"/>
    <w:rsid w:val="00A60799"/>
    <w:rsid w:val="00A63BEE"/>
    <w:rsid w:val="00A81648"/>
    <w:rsid w:val="00A83E76"/>
    <w:rsid w:val="00A95B9B"/>
    <w:rsid w:val="00A97DE1"/>
    <w:rsid w:val="00AA2A2B"/>
    <w:rsid w:val="00AB053C"/>
    <w:rsid w:val="00AB0F35"/>
    <w:rsid w:val="00AD1146"/>
    <w:rsid w:val="00AD27D3"/>
    <w:rsid w:val="00AD66D6"/>
    <w:rsid w:val="00AE1160"/>
    <w:rsid w:val="00AE203C"/>
    <w:rsid w:val="00AE2E74"/>
    <w:rsid w:val="00AE5FCB"/>
    <w:rsid w:val="00AF01D6"/>
    <w:rsid w:val="00AF2C1E"/>
    <w:rsid w:val="00B048D5"/>
    <w:rsid w:val="00B06AAD"/>
    <w:rsid w:val="00B06ECC"/>
    <w:rsid w:val="00B135B1"/>
    <w:rsid w:val="00B20E6A"/>
    <w:rsid w:val="00B25C55"/>
    <w:rsid w:val="00B35654"/>
    <w:rsid w:val="00B3606B"/>
    <w:rsid w:val="00B363F8"/>
    <w:rsid w:val="00B40ADB"/>
    <w:rsid w:val="00B43B77"/>
    <w:rsid w:val="00B43E80"/>
    <w:rsid w:val="00B44CD3"/>
    <w:rsid w:val="00B534EE"/>
    <w:rsid w:val="00B607DB"/>
    <w:rsid w:val="00B64A6E"/>
    <w:rsid w:val="00B66529"/>
    <w:rsid w:val="00B75946"/>
    <w:rsid w:val="00B8056E"/>
    <w:rsid w:val="00B819C8"/>
    <w:rsid w:val="00B9438A"/>
    <w:rsid w:val="00BB520A"/>
    <w:rsid w:val="00BC5C82"/>
    <w:rsid w:val="00BD3869"/>
    <w:rsid w:val="00BD66E9"/>
    <w:rsid w:val="00BE1FE2"/>
    <w:rsid w:val="00BE304E"/>
    <w:rsid w:val="00C00633"/>
    <w:rsid w:val="00C058B4"/>
    <w:rsid w:val="00C131B5"/>
    <w:rsid w:val="00C16ABF"/>
    <w:rsid w:val="00C170AE"/>
    <w:rsid w:val="00C2513D"/>
    <w:rsid w:val="00C253C6"/>
    <w:rsid w:val="00C26CB7"/>
    <w:rsid w:val="00C324C1"/>
    <w:rsid w:val="00C33BC1"/>
    <w:rsid w:val="00C36992"/>
    <w:rsid w:val="00C4281D"/>
    <w:rsid w:val="00C4327A"/>
    <w:rsid w:val="00C55BA6"/>
    <w:rsid w:val="00C56036"/>
    <w:rsid w:val="00C67E92"/>
    <w:rsid w:val="00C70A26"/>
    <w:rsid w:val="00C75976"/>
    <w:rsid w:val="00C81619"/>
    <w:rsid w:val="00C829EB"/>
    <w:rsid w:val="00C91762"/>
    <w:rsid w:val="00C94B98"/>
    <w:rsid w:val="00CA2B96"/>
    <w:rsid w:val="00CA5089"/>
    <w:rsid w:val="00CC666A"/>
    <w:rsid w:val="00CE5BAC"/>
    <w:rsid w:val="00CF25BE"/>
    <w:rsid w:val="00CF78ED"/>
    <w:rsid w:val="00D02B25"/>
    <w:rsid w:val="00D17C3C"/>
    <w:rsid w:val="00D26B2C"/>
    <w:rsid w:val="00D425B2"/>
    <w:rsid w:val="00D552B2"/>
    <w:rsid w:val="00D608D1"/>
    <w:rsid w:val="00D74119"/>
    <w:rsid w:val="00D74A81"/>
    <w:rsid w:val="00D8075B"/>
    <w:rsid w:val="00DB4CCB"/>
    <w:rsid w:val="00DC2C30"/>
    <w:rsid w:val="00DD0F79"/>
    <w:rsid w:val="00DD3F17"/>
    <w:rsid w:val="00DD4632"/>
    <w:rsid w:val="00DF320D"/>
    <w:rsid w:val="00E023FC"/>
    <w:rsid w:val="00E129B8"/>
    <w:rsid w:val="00E14B1B"/>
    <w:rsid w:val="00E24BF5"/>
    <w:rsid w:val="00E25338"/>
    <w:rsid w:val="00E33D5D"/>
    <w:rsid w:val="00E3421E"/>
    <w:rsid w:val="00E474A8"/>
    <w:rsid w:val="00E51E44"/>
    <w:rsid w:val="00E60492"/>
    <w:rsid w:val="00E61F81"/>
    <w:rsid w:val="00E63348"/>
    <w:rsid w:val="00E717AC"/>
    <w:rsid w:val="00E77E88"/>
    <w:rsid w:val="00E8107D"/>
    <w:rsid w:val="00E953E0"/>
    <w:rsid w:val="00EB288A"/>
    <w:rsid w:val="00EC4899"/>
    <w:rsid w:val="00ED03AB"/>
    <w:rsid w:val="00ED0DE0"/>
    <w:rsid w:val="00ED32D2"/>
    <w:rsid w:val="00ED61F6"/>
    <w:rsid w:val="00EE32DE"/>
    <w:rsid w:val="00EE5457"/>
    <w:rsid w:val="00EE65F3"/>
    <w:rsid w:val="00F070AB"/>
    <w:rsid w:val="00F1687E"/>
    <w:rsid w:val="00F16C43"/>
    <w:rsid w:val="00F27A7B"/>
    <w:rsid w:val="00F617C3"/>
    <w:rsid w:val="00F7066B"/>
    <w:rsid w:val="00FA164E"/>
    <w:rsid w:val="00FA182B"/>
    <w:rsid w:val="00FA269D"/>
    <w:rsid w:val="00FB7CDD"/>
    <w:rsid w:val="00FB7DBA"/>
    <w:rsid w:val="00FC1C25"/>
    <w:rsid w:val="00FC3F45"/>
    <w:rsid w:val="00FC446B"/>
    <w:rsid w:val="00FD503F"/>
    <w:rsid w:val="00FD7589"/>
    <w:rsid w:val="00FF016A"/>
    <w:rsid w:val="00FF025A"/>
    <w:rsid w:val="00FF1401"/>
    <w:rsid w:val="00FF5E7D"/>
    <w:rsid w:val="0147A846"/>
    <w:rsid w:val="041EF8BD"/>
    <w:rsid w:val="06B75A92"/>
    <w:rsid w:val="08DB97D4"/>
    <w:rsid w:val="0902AA6B"/>
    <w:rsid w:val="0D585219"/>
    <w:rsid w:val="0EDB6E1D"/>
    <w:rsid w:val="0FC430B1"/>
    <w:rsid w:val="10BA0438"/>
    <w:rsid w:val="10FDFEA2"/>
    <w:rsid w:val="12299160"/>
    <w:rsid w:val="131900D9"/>
    <w:rsid w:val="163CA1C0"/>
    <w:rsid w:val="17858C24"/>
    <w:rsid w:val="178A5C01"/>
    <w:rsid w:val="17A28D2B"/>
    <w:rsid w:val="1849AE30"/>
    <w:rsid w:val="18A7A82A"/>
    <w:rsid w:val="1AB4E74F"/>
    <w:rsid w:val="1B4173AB"/>
    <w:rsid w:val="1BAC71A1"/>
    <w:rsid w:val="1CCAFDEF"/>
    <w:rsid w:val="20324941"/>
    <w:rsid w:val="20BDE041"/>
    <w:rsid w:val="2255C5F3"/>
    <w:rsid w:val="243F29E0"/>
    <w:rsid w:val="24B49C6D"/>
    <w:rsid w:val="264737AF"/>
    <w:rsid w:val="2707FEE4"/>
    <w:rsid w:val="27F5EF7D"/>
    <w:rsid w:val="28E1BC2D"/>
    <w:rsid w:val="29EBA41C"/>
    <w:rsid w:val="2CD71235"/>
    <w:rsid w:val="2E38C574"/>
    <w:rsid w:val="31918D33"/>
    <w:rsid w:val="31FAB453"/>
    <w:rsid w:val="321EE800"/>
    <w:rsid w:val="323C63C7"/>
    <w:rsid w:val="32B634A7"/>
    <w:rsid w:val="340061B2"/>
    <w:rsid w:val="36B61F05"/>
    <w:rsid w:val="3726E486"/>
    <w:rsid w:val="37ABC638"/>
    <w:rsid w:val="393B77C9"/>
    <w:rsid w:val="39D8ABBF"/>
    <w:rsid w:val="3C4684C2"/>
    <w:rsid w:val="3D89557B"/>
    <w:rsid w:val="3E0B2A03"/>
    <w:rsid w:val="3E2FC0CD"/>
    <w:rsid w:val="3E9F7751"/>
    <w:rsid w:val="408B10D4"/>
    <w:rsid w:val="41AAAE49"/>
    <w:rsid w:val="420AD8F9"/>
    <w:rsid w:val="422785A3"/>
    <w:rsid w:val="46F22BF9"/>
    <w:rsid w:val="46F43834"/>
    <w:rsid w:val="4BE6B72A"/>
    <w:rsid w:val="4CA0F8FC"/>
    <w:rsid w:val="4DB4684E"/>
    <w:rsid w:val="51B62547"/>
    <w:rsid w:val="5473E2ED"/>
    <w:rsid w:val="54BD6508"/>
    <w:rsid w:val="55355B61"/>
    <w:rsid w:val="580D283A"/>
    <w:rsid w:val="5AAE84BE"/>
    <w:rsid w:val="5B688159"/>
    <w:rsid w:val="5D9082C5"/>
    <w:rsid w:val="5E962074"/>
    <w:rsid w:val="6051E409"/>
    <w:rsid w:val="61DF11FA"/>
    <w:rsid w:val="628321BF"/>
    <w:rsid w:val="645A72B9"/>
    <w:rsid w:val="653C05EC"/>
    <w:rsid w:val="672BFF46"/>
    <w:rsid w:val="69BE33CD"/>
    <w:rsid w:val="69E7A861"/>
    <w:rsid w:val="6C760AD4"/>
    <w:rsid w:val="6E18C133"/>
    <w:rsid w:val="71B886DB"/>
    <w:rsid w:val="71CAFA31"/>
    <w:rsid w:val="72F0FDE9"/>
    <w:rsid w:val="73C75833"/>
    <w:rsid w:val="75D84694"/>
    <w:rsid w:val="778E94B9"/>
    <w:rsid w:val="79EADB47"/>
    <w:rsid w:val="7CE42434"/>
    <w:rsid w:val="7D692A1E"/>
    <w:rsid w:val="7F672F5E"/>
    <w:rsid w:val="7FDB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94D0DDB"/>
  <w15:chartTrackingRefBased/>
  <w15:docId w15:val="{15C6DB2E-6CE9-43A1-8FE5-49ABDFA7F83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semiHidden/>
    <w:rsid w:val="00FF025A"/>
    <w:pPr>
      <w:widowControl w:val="0"/>
      <w:spacing w:after="0" w:line="240" w:lineRule="auto"/>
    </w:pPr>
    <w:rPr>
      <w:rFonts w:ascii="Times New Roman" w:hAnsi="Times New Roman" w:eastAsia="Times New Roman"/>
      <w:snapToGrid w:val="0"/>
      <w:sz w:val="20"/>
      <w:szCs w:val="20"/>
      <w:lang w:eastAsia="pl-PL"/>
    </w:rPr>
  </w:style>
  <w:style w:type="character" w:styleId="TekstkomentarzaZnak" w:customStyle="1">
    <w:name w:val="Tekst komentarza Znak"/>
    <w:link w:val="Tekstkomentarza"/>
    <w:semiHidden/>
    <w:rsid w:val="00FF025A"/>
    <w:rPr>
      <w:rFonts w:eastAsia="Times New Roman"/>
      <w:snapToGrid w:val="0"/>
    </w:rPr>
  </w:style>
  <w:style w:type="character" w:styleId="Odwoaniedokomentarza">
    <w:name w:val="annotation reference"/>
    <w:uiPriority w:val="99"/>
    <w:semiHidden/>
    <w:unhideWhenUsed/>
    <w:rsid w:val="0014734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734D"/>
    <w:pPr>
      <w:widowControl/>
      <w:spacing w:after="200" w:line="276" w:lineRule="auto"/>
    </w:pPr>
    <w:rPr>
      <w:rFonts w:ascii="Calibri" w:hAnsi="Calibri" w:eastAsia="Calibri"/>
      <w:b/>
      <w:bCs/>
      <w:snapToGrid/>
      <w:lang w:eastAsia="en-US"/>
    </w:rPr>
  </w:style>
  <w:style w:type="character" w:styleId="TematkomentarzaZnak" w:customStyle="1">
    <w:name w:val="Temat komentarza Znak"/>
    <w:link w:val="Tematkomentarza"/>
    <w:uiPriority w:val="99"/>
    <w:semiHidden/>
    <w:rsid w:val="0014734D"/>
    <w:rPr>
      <w:rFonts w:ascii="Calibri" w:hAnsi="Calibri" w:eastAsia="Times New Roman"/>
      <w:b/>
      <w:bCs/>
      <w:snapToGrid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B3A518-7425-47F1-B3FF-B2BF7DD5A0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5A86A5-70DE-4582-A837-5B5A6A07B983}"/>
</file>

<file path=customXml/itemProps3.xml><?xml version="1.0" encoding="utf-8"?>
<ds:datastoreItem xmlns:ds="http://schemas.openxmlformats.org/officeDocument/2006/customXml" ds:itemID="{E829D564-4039-4F8C-AD05-2662CE26DE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FA1811-BFC8-4C1F-A1F8-1C392482FA6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Kuca Paweł</cp:lastModifiedBy>
  <cp:revision>17</cp:revision>
  <cp:lastPrinted>2015-02-02T18:23:00Z</cp:lastPrinted>
  <dcterms:created xsi:type="dcterms:W3CDTF">2021-11-07T14:24:00Z</dcterms:created>
  <dcterms:modified xsi:type="dcterms:W3CDTF">2021-11-13T19:19:59Z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